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F42BC" w14:textId="77777777" w:rsidR="00F1480E" w:rsidRPr="009F143F" w:rsidRDefault="00F1480E" w:rsidP="00FD557D">
      <w:pPr>
        <w:pStyle w:val="SIHeading2"/>
        <w:rPr>
          <w:rFonts w:cs="Arial"/>
        </w:rPr>
      </w:pPr>
      <w:r w:rsidRPr="009F143F">
        <w:rPr>
          <w:rFonts w:cs="Arial"/>
        </w:rPr>
        <w:t>Modification history</w:t>
      </w:r>
    </w:p>
    <w:tbl>
      <w:tblPr>
        <w:tblStyle w:val="TableGrid"/>
        <w:tblW w:w="0" w:type="auto"/>
        <w:tblLook w:val="04A0" w:firstRow="1" w:lastRow="0" w:firstColumn="1" w:lastColumn="0" w:noHBand="0" w:noVBand="1"/>
      </w:tblPr>
      <w:tblGrid>
        <w:gridCol w:w="2689"/>
        <w:gridCol w:w="6939"/>
      </w:tblGrid>
      <w:tr w:rsidR="00F1480E" w:rsidRPr="009F143F" w14:paraId="2914557B" w14:textId="77777777" w:rsidTr="00CA2922">
        <w:trPr>
          <w:tblHeader/>
        </w:trPr>
        <w:tc>
          <w:tcPr>
            <w:tcW w:w="2689" w:type="dxa"/>
          </w:tcPr>
          <w:p w14:paraId="55EFFBF0" w14:textId="77777777" w:rsidR="00F1480E" w:rsidRPr="009F143F" w:rsidRDefault="00830267" w:rsidP="00CA2922">
            <w:pPr>
              <w:pStyle w:val="SIText-Bold"/>
              <w:rPr>
                <w:rFonts w:cs="Arial"/>
              </w:rPr>
            </w:pPr>
            <w:r w:rsidRPr="009F143F">
              <w:rPr>
                <w:rFonts w:cs="Arial"/>
              </w:rPr>
              <w:t>Release</w:t>
            </w:r>
          </w:p>
        </w:tc>
        <w:tc>
          <w:tcPr>
            <w:tcW w:w="6939" w:type="dxa"/>
          </w:tcPr>
          <w:p w14:paraId="72A117A0" w14:textId="77777777" w:rsidR="00F1480E" w:rsidRPr="009F143F" w:rsidRDefault="00830267" w:rsidP="00CA2922">
            <w:pPr>
              <w:pStyle w:val="SIText-Bold"/>
              <w:rPr>
                <w:rFonts w:cs="Arial"/>
              </w:rPr>
            </w:pPr>
            <w:r w:rsidRPr="009F143F">
              <w:rPr>
                <w:rFonts w:cs="Arial"/>
              </w:rPr>
              <w:t>Comments</w:t>
            </w:r>
          </w:p>
        </w:tc>
      </w:tr>
      <w:tr w:rsidR="00F1480E" w:rsidRPr="009F143F" w14:paraId="3F57908A" w14:textId="77777777" w:rsidTr="00CA2922">
        <w:tc>
          <w:tcPr>
            <w:tcW w:w="2689" w:type="dxa"/>
          </w:tcPr>
          <w:p w14:paraId="0C200902" w14:textId="77777777" w:rsidR="00F1480E" w:rsidRPr="009F143F" w:rsidRDefault="00F1480E" w:rsidP="00CC451E">
            <w:pPr>
              <w:pStyle w:val="SIText"/>
              <w:rPr>
                <w:rFonts w:cs="Arial"/>
              </w:rPr>
            </w:pPr>
            <w:r w:rsidRPr="009F143F">
              <w:rPr>
                <w:rFonts w:cs="Arial"/>
              </w:rPr>
              <w:t>Release</w:t>
            </w:r>
            <w:r w:rsidR="00D23313" w:rsidRPr="009F143F">
              <w:rPr>
                <w:rFonts w:cs="Arial"/>
              </w:rPr>
              <w:t xml:space="preserve"> 1</w:t>
            </w:r>
          </w:p>
        </w:tc>
        <w:tc>
          <w:tcPr>
            <w:tcW w:w="6939" w:type="dxa"/>
          </w:tcPr>
          <w:p w14:paraId="4406437B" w14:textId="16CE3889" w:rsidR="00F1480E" w:rsidRPr="009F143F" w:rsidRDefault="00F1480E" w:rsidP="00CC451E">
            <w:pPr>
              <w:pStyle w:val="SIText"/>
              <w:rPr>
                <w:rFonts w:cs="Arial"/>
              </w:rPr>
            </w:pPr>
            <w:r w:rsidRPr="009F143F">
              <w:rPr>
                <w:rFonts w:cs="Arial"/>
              </w:rPr>
              <w:t xml:space="preserve">This version released with </w:t>
            </w:r>
            <w:r w:rsidR="00041486">
              <w:rPr>
                <w:rFonts w:cs="Arial"/>
              </w:rPr>
              <w:t xml:space="preserve">the </w:t>
            </w:r>
            <w:r w:rsidR="00D23313" w:rsidRPr="009F143F">
              <w:rPr>
                <w:rFonts w:cs="Arial"/>
              </w:rPr>
              <w:t>ACM Animal Care and Management</w:t>
            </w:r>
            <w:r w:rsidR="009F143F" w:rsidRPr="009F143F">
              <w:rPr>
                <w:rFonts w:cs="Arial"/>
              </w:rPr>
              <w:t xml:space="preserve"> Training Package V</w:t>
            </w:r>
            <w:r w:rsidR="00D504D9">
              <w:rPr>
                <w:rFonts w:cs="Arial"/>
              </w:rPr>
              <w:t>ersion</w:t>
            </w:r>
            <w:r w:rsidR="009F143F" w:rsidRPr="009F143F">
              <w:rPr>
                <w:rFonts w:cs="Arial"/>
              </w:rPr>
              <w:t xml:space="preserve"> 1.0</w:t>
            </w:r>
            <w:r w:rsidR="001B4F57">
              <w:rPr>
                <w:rFonts w:cs="Arial"/>
              </w:rPr>
              <w:t>.</w:t>
            </w:r>
          </w:p>
        </w:tc>
      </w:tr>
    </w:tbl>
    <w:p w14:paraId="1D50C338" w14:textId="77777777" w:rsidR="00F1480E" w:rsidRPr="009F143F"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CF5FFB" w:rsidRPr="009F143F" w14:paraId="2E24334C" w14:textId="77777777" w:rsidTr="00CA2922">
        <w:trPr>
          <w:tblHeader/>
        </w:trPr>
        <w:tc>
          <w:tcPr>
            <w:tcW w:w="1396" w:type="pct"/>
            <w:shd w:val="clear" w:color="auto" w:fill="auto"/>
          </w:tcPr>
          <w:p w14:paraId="3E5E00F4" w14:textId="77777777" w:rsidR="00CF5FFB" w:rsidRPr="009F143F" w:rsidRDefault="00CF5FFB" w:rsidP="00556A00">
            <w:pPr>
              <w:pStyle w:val="SIUNITCODE"/>
            </w:pPr>
            <w:r w:rsidRPr="009F143F">
              <w:t>ACMCAS307</w:t>
            </w:r>
          </w:p>
        </w:tc>
        <w:tc>
          <w:tcPr>
            <w:tcW w:w="3604" w:type="pct"/>
            <w:shd w:val="clear" w:color="auto" w:fill="auto"/>
          </w:tcPr>
          <w:p w14:paraId="375760AA" w14:textId="77777777" w:rsidR="00CF5FFB" w:rsidRPr="009F143F" w:rsidRDefault="00CF5FFB" w:rsidP="00556A00">
            <w:pPr>
              <w:pStyle w:val="SIUnittitle"/>
            </w:pPr>
            <w:r w:rsidRPr="009F143F">
              <w:t>Provide companion animal hydro-bathing services</w:t>
            </w:r>
          </w:p>
        </w:tc>
      </w:tr>
      <w:tr w:rsidR="00F1480E" w:rsidRPr="009F143F" w14:paraId="0ECD9BC6" w14:textId="77777777" w:rsidTr="00CA2922">
        <w:tc>
          <w:tcPr>
            <w:tcW w:w="1396" w:type="pct"/>
            <w:shd w:val="clear" w:color="auto" w:fill="auto"/>
          </w:tcPr>
          <w:p w14:paraId="3DD0C6C6" w14:textId="77777777" w:rsidR="00F1480E" w:rsidRPr="009F143F" w:rsidRDefault="00FD557D" w:rsidP="00FD557D">
            <w:pPr>
              <w:pStyle w:val="SIHeading2"/>
              <w:rPr>
                <w:rFonts w:cs="Arial"/>
              </w:rPr>
            </w:pPr>
            <w:r w:rsidRPr="009F143F">
              <w:rPr>
                <w:rFonts w:cs="Arial"/>
              </w:rPr>
              <w:t>Application</w:t>
            </w:r>
          </w:p>
          <w:p w14:paraId="0D665D72" w14:textId="77777777" w:rsidR="00FD557D" w:rsidRPr="009F143F" w:rsidRDefault="00FD557D" w:rsidP="00FD557D">
            <w:pPr>
              <w:pStyle w:val="SIHeading2"/>
              <w:rPr>
                <w:rFonts w:cs="Arial"/>
              </w:rPr>
            </w:pPr>
          </w:p>
        </w:tc>
        <w:tc>
          <w:tcPr>
            <w:tcW w:w="3604" w:type="pct"/>
            <w:shd w:val="clear" w:color="auto" w:fill="auto"/>
          </w:tcPr>
          <w:p w14:paraId="2B1B84C7" w14:textId="77777777" w:rsidR="00D67712" w:rsidRDefault="00D67712" w:rsidP="00556A00">
            <w:pPr>
              <w:pStyle w:val="SIText"/>
            </w:pPr>
            <w:r w:rsidRPr="009F143F">
              <w:t>This unit of competency describes the skills and knowledge required to provide hydro-bathing services for companion animals</w:t>
            </w:r>
            <w:r w:rsidR="009F143F" w:rsidRPr="009F143F">
              <w:t>,</w:t>
            </w:r>
            <w:r w:rsidRPr="009F143F">
              <w:t xml:space="preserve"> following industry recognised bathing procedures.</w:t>
            </w:r>
          </w:p>
          <w:p w14:paraId="59C1A021" w14:textId="77777777" w:rsidR="00556A00" w:rsidRPr="009F143F" w:rsidRDefault="00556A00" w:rsidP="00556A00">
            <w:pPr>
              <w:pStyle w:val="SIText"/>
            </w:pPr>
          </w:p>
          <w:p w14:paraId="74290A05" w14:textId="77777777" w:rsidR="00D67712" w:rsidRDefault="009F143F" w:rsidP="00556A00">
            <w:pPr>
              <w:pStyle w:val="SIText"/>
            </w:pPr>
            <w:r w:rsidRPr="009F143F">
              <w:t xml:space="preserve">The unit </w:t>
            </w:r>
            <w:r w:rsidR="00D67712" w:rsidRPr="009F143F">
              <w:t>applies</w:t>
            </w:r>
            <w:r w:rsidRPr="009F143F">
              <w:t xml:space="preserve"> to individuals</w:t>
            </w:r>
            <w:r w:rsidR="00D67712" w:rsidRPr="009F143F">
              <w:t xml:space="preserve"> working in companion animal facilities where hydro-bathing services are provided at a fixed location</w:t>
            </w:r>
            <w:r w:rsidRPr="009F143F">
              <w:t>,</w:t>
            </w:r>
            <w:r w:rsidR="00D67712" w:rsidRPr="009F143F">
              <w:t xml:space="preserve"> or in a mobile operation. </w:t>
            </w:r>
            <w:r w:rsidRPr="009F143F">
              <w:t xml:space="preserve">These individuals </w:t>
            </w:r>
            <w:r w:rsidR="00D67712" w:rsidRPr="009F143F">
              <w:t>work under general supervision and exercise limited autonomy with some accountability for their own work. They undertake defined activities and work in a structured context.</w:t>
            </w:r>
          </w:p>
          <w:p w14:paraId="65726191" w14:textId="77777777" w:rsidR="00556A00" w:rsidRPr="009F143F" w:rsidRDefault="00556A00" w:rsidP="00556A00">
            <w:pPr>
              <w:pStyle w:val="SIText"/>
            </w:pPr>
          </w:p>
          <w:p w14:paraId="7015EC56" w14:textId="77777777" w:rsidR="00F1480E" w:rsidRDefault="00D67712" w:rsidP="00556A00">
            <w:pPr>
              <w:pStyle w:val="SIText"/>
              <w:rPr>
                <w:lang w:eastAsia="en-AU"/>
              </w:rPr>
            </w:pPr>
            <w:r w:rsidRPr="009F143F">
              <w:rPr>
                <w:lang w:eastAsia="en-AU"/>
              </w:rPr>
              <w:t>No occupational licensing, legislative or certification requirements are known to apply to this unit at the time of publication.</w:t>
            </w:r>
          </w:p>
          <w:p w14:paraId="14189854" w14:textId="77777777" w:rsidR="00B6245F" w:rsidRDefault="00B6245F" w:rsidP="00556A00">
            <w:pPr>
              <w:pStyle w:val="SIText"/>
              <w:rPr>
                <w:lang w:eastAsia="en-AU"/>
              </w:rPr>
            </w:pPr>
          </w:p>
          <w:p w14:paraId="0E989660" w14:textId="77777777" w:rsidR="00B6245F" w:rsidRPr="00D43E30" w:rsidRDefault="00D43E30" w:rsidP="00D43E30">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F143F" w14:paraId="00C87570" w14:textId="77777777" w:rsidTr="00CA2922">
        <w:tc>
          <w:tcPr>
            <w:tcW w:w="1396" w:type="pct"/>
            <w:shd w:val="clear" w:color="auto" w:fill="auto"/>
          </w:tcPr>
          <w:p w14:paraId="00DDA591" w14:textId="77777777" w:rsidR="00F1480E" w:rsidRPr="009F143F" w:rsidRDefault="00FD557D" w:rsidP="00FD557D">
            <w:pPr>
              <w:pStyle w:val="SIHeading2"/>
              <w:rPr>
                <w:rFonts w:cs="Arial"/>
              </w:rPr>
            </w:pPr>
            <w:r w:rsidRPr="009F143F">
              <w:rPr>
                <w:rFonts w:cs="Arial"/>
              </w:rPr>
              <w:t>Prerequisite Unit</w:t>
            </w:r>
          </w:p>
        </w:tc>
        <w:tc>
          <w:tcPr>
            <w:tcW w:w="3604" w:type="pct"/>
            <w:shd w:val="clear" w:color="auto" w:fill="auto"/>
          </w:tcPr>
          <w:p w14:paraId="52256CB6" w14:textId="77777777" w:rsidR="00F1480E" w:rsidRPr="009F143F" w:rsidRDefault="00F1480E" w:rsidP="008908DE">
            <w:pPr>
              <w:pStyle w:val="SIText"/>
              <w:rPr>
                <w:rFonts w:cs="Arial"/>
              </w:rPr>
            </w:pPr>
            <w:r w:rsidRPr="009F143F">
              <w:rPr>
                <w:rFonts w:cs="Arial"/>
              </w:rPr>
              <w:t>Nil</w:t>
            </w:r>
          </w:p>
        </w:tc>
      </w:tr>
      <w:tr w:rsidR="00F1480E" w:rsidRPr="009F143F" w14:paraId="724D4919" w14:textId="77777777" w:rsidTr="00CA2922">
        <w:tc>
          <w:tcPr>
            <w:tcW w:w="1396" w:type="pct"/>
            <w:shd w:val="clear" w:color="auto" w:fill="auto"/>
          </w:tcPr>
          <w:p w14:paraId="254DF72C" w14:textId="77777777" w:rsidR="00F1480E" w:rsidRPr="009F143F" w:rsidRDefault="00FD557D" w:rsidP="00FD557D">
            <w:pPr>
              <w:pStyle w:val="SIHeading2"/>
              <w:rPr>
                <w:rFonts w:cs="Arial"/>
              </w:rPr>
            </w:pPr>
            <w:r w:rsidRPr="009F143F">
              <w:rPr>
                <w:rFonts w:cs="Arial"/>
              </w:rPr>
              <w:t>Unit Sector</w:t>
            </w:r>
          </w:p>
        </w:tc>
        <w:tc>
          <w:tcPr>
            <w:tcW w:w="3604" w:type="pct"/>
            <w:shd w:val="clear" w:color="auto" w:fill="auto"/>
          </w:tcPr>
          <w:p w14:paraId="3B101047" w14:textId="77777777" w:rsidR="00F1480E" w:rsidRPr="009F143F" w:rsidRDefault="00E84DEE" w:rsidP="00E84DEE">
            <w:pPr>
              <w:pStyle w:val="SIText"/>
              <w:rPr>
                <w:rFonts w:cs="Arial"/>
              </w:rPr>
            </w:pPr>
            <w:r w:rsidRPr="009F143F">
              <w:rPr>
                <w:rFonts w:cs="Arial"/>
              </w:rPr>
              <w:t>Companion Animal Sector (CAS)</w:t>
            </w:r>
          </w:p>
        </w:tc>
      </w:tr>
    </w:tbl>
    <w:p w14:paraId="19FA2963" w14:textId="77777777" w:rsidR="00F1480E" w:rsidRPr="009F143F"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F143F" w14:paraId="7190203B" w14:textId="77777777" w:rsidTr="00CA2922">
        <w:trPr>
          <w:cantSplit/>
          <w:tblHeader/>
        </w:trPr>
        <w:tc>
          <w:tcPr>
            <w:tcW w:w="1396" w:type="pct"/>
            <w:tcBorders>
              <w:bottom w:val="single" w:sz="4" w:space="0" w:color="C0C0C0"/>
            </w:tcBorders>
            <w:shd w:val="clear" w:color="auto" w:fill="auto"/>
          </w:tcPr>
          <w:p w14:paraId="2D12849F" w14:textId="77777777" w:rsidR="00F1480E" w:rsidRPr="009F143F" w:rsidRDefault="00FD557D" w:rsidP="00FD557D">
            <w:pPr>
              <w:pStyle w:val="SIHeading2"/>
              <w:rPr>
                <w:rFonts w:cs="Arial"/>
              </w:rPr>
            </w:pPr>
            <w:r w:rsidRPr="009F143F">
              <w:rPr>
                <w:rFonts w:cs="Arial"/>
              </w:rPr>
              <w:t>Elements</w:t>
            </w:r>
          </w:p>
        </w:tc>
        <w:tc>
          <w:tcPr>
            <w:tcW w:w="3604" w:type="pct"/>
            <w:tcBorders>
              <w:bottom w:val="single" w:sz="4" w:space="0" w:color="C0C0C0"/>
            </w:tcBorders>
            <w:shd w:val="clear" w:color="auto" w:fill="auto"/>
          </w:tcPr>
          <w:p w14:paraId="3A769071" w14:textId="77777777" w:rsidR="00F1480E" w:rsidRPr="009F143F" w:rsidRDefault="00FD557D" w:rsidP="00FD557D">
            <w:pPr>
              <w:pStyle w:val="SIHeading2"/>
              <w:rPr>
                <w:rFonts w:cs="Arial"/>
              </w:rPr>
            </w:pPr>
            <w:r w:rsidRPr="009F143F">
              <w:rPr>
                <w:rFonts w:cs="Arial"/>
              </w:rPr>
              <w:t>Performance Criteria</w:t>
            </w:r>
          </w:p>
        </w:tc>
      </w:tr>
      <w:tr w:rsidR="00F1480E" w:rsidRPr="009F143F" w14:paraId="18928BED" w14:textId="77777777" w:rsidTr="00CA2922">
        <w:trPr>
          <w:cantSplit/>
          <w:tblHeader/>
        </w:trPr>
        <w:tc>
          <w:tcPr>
            <w:tcW w:w="1396" w:type="pct"/>
            <w:tcBorders>
              <w:top w:val="single" w:sz="4" w:space="0" w:color="C0C0C0"/>
            </w:tcBorders>
            <w:shd w:val="clear" w:color="auto" w:fill="auto"/>
          </w:tcPr>
          <w:p w14:paraId="413167D4" w14:textId="77777777" w:rsidR="00F1480E" w:rsidRPr="009F143F" w:rsidRDefault="00F1480E" w:rsidP="00CA2922">
            <w:pPr>
              <w:pStyle w:val="SIText"/>
              <w:rPr>
                <w:rStyle w:val="SIText-Italic"/>
                <w:rFonts w:cs="Arial"/>
              </w:rPr>
            </w:pPr>
            <w:r w:rsidRPr="009F143F">
              <w:rPr>
                <w:rStyle w:val="SIText-Italic"/>
                <w:rFonts w:cs="Arial"/>
              </w:rPr>
              <w:t>Elements describe the essential outcomes.</w:t>
            </w:r>
          </w:p>
        </w:tc>
        <w:tc>
          <w:tcPr>
            <w:tcW w:w="3604" w:type="pct"/>
            <w:tcBorders>
              <w:top w:val="single" w:sz="4" w:space="0" w:color="C0C0C0"/>
            </w:tcBorders>
            <w:shd w:val="clear" w:color="auto" w:fill="auto"/>
          </w:tcPr>
          <w:p w14:paraId="1F68F52D" w14:textId="77777777" w:rsidR="00F1480E" w:rsidRPr="009F143F" w:rsidRDefault="00F1480E" w:rsidP="00CA2922">
            <w:pPr>
              <w:pStyle w:val="SIText"/>
              <w:rPr>
                <w:rStyle w:val="SIText-Italic"/>
                <w:rFonts w:cs="Arial"/>
              </w:rPr>
            </w:pPr>
            <w:r w:rsidRPr="009F143F">
              <w:rPr>
                <w:rStyle w:val="SIText-Italic"/>
                <w:rFonts w:cs="Arial"/>
              </w:rPr>
              <w:t>Performance criteria describe the performance needed to demonstrate achievement of the element.</w:t>
            </w:r>
          </w:p>
        </w:tc>
      </w:tr>
      <w:tr w:rsidR="00D67712" w:rsidRPr="009F143F" w14:paraId="6B322298" w14:textId="77777777" w:rsidTr="00CA2922">
        <w:trPr>
          <w:cantSplit/>
        </w:trPr>
        <w:tc>
          <w:tcPr>
            <w:tcW w:w="1396" w:type="pct"/>
            <w:shd w:val="clear" w:color="auto" w:fill="auto"/>
          </w:tcPr>
          <w:p w14:paraId="490ECF00" w14:textId="77777777" w:rsidR="00D67712" w:rsidRPr="009F143F" w:rsidRDefault="000E1990" w:rsidP="00556A00">
            <w:pPr>
              <w:pStyle w:val="SIText"/>
            </w:pPr>
            <w:r>
              <w:t xml:space="preserve">1. </w:t>
            </w:r>
            <w:r w:rsidR="00D67712" w:rsidRPr="009F143F">
              <w:t>Assess bathing requirements</w:t>
            </w:r>
          </w:p>
        </w:tc>
        <w:tc>
          <w:tcPr>
            <w:tcW w:w="3604" w:type="pct"/>
            <w:shd w:val="clear" w:color="auto" w:fill="auto"/>
          </w:tcPr>
          <w:p w14:paraId="58280CEA" w14:textId="77777777" w:rsidR="00D67712" w:rsidRPr="009F143F" w:rsidRDefault="000E1990" w:rsidP="000E1990">
            <w:pPr>
              <w:pStyle w:val="SIText"/>
            </w:pPr>
            <w:r>
              <w:t>1.1</w:t>
            </w:r>
            <w:r w:rsidR="00B6245F">
              <w:t xml:space="preserve"> </w:t>
            </w:r>
            <w:r w:rsidR="00D67712" w:rsidRPr="009F143F">
              <w:t xml:space="preserve">Establish breed type </w:t>
            </w:r>
            <w:r w:rsidR="009F143F">
              <w:t xml:space="preserve">and </w:t>
            </w:r>
            <w:r w:rsidR="00D67712" w:rsidRPr="009F143F">
              <w:t>bathing needs with client</w:t>
            </w:r>
          </w:p>
          <w:p w14:paraId="138445A7" w14:textId="0FA507E6" w:rsidR="00D67712" w:rsidRPr="009F143F" w:rsidRDefault="000E1990" w:rsidP="000E1990">
            <w:pPr>
              <w:pStyle w:val="SIText"/>
            </w:pPr>
            <w:r>
              <w:t xml:space="preserve">1.2 </w:t>
            </w:r>
            <w:r w:rsidR="00EB706C" w:rsidRPr="00EB706C">
              <w:t>Assess animal’s coat length and the condition of its ears, eyes and toenails in relation to its age and breed</w:t>
            </w:r>
          </w:p>
          <w:p w14:paraId="057EC402" w14:textId="1E9D3B69" w:rsidR="00D67712" w:rsidRPr="009F143F" w:rsidRDefault="000E1990" w:rsidP="00EB706C">
            <w:pPr>
              <w:pStyle w:val="SIText"/>
            </w:pPr>
            <w:r>
              <w:t xml:space="preserve">1.3 </w:t>
            </w:r>
            <w:r w:rsidR="00EB706C">
              <w:t>Provide</w:t>
            </w:r>
            <w:r w:rsidR="00D67712" w:rsidRPr="009F143F">
              <w:t xml:space="preserve"> animal condition report to client</w:t>
            </w:r>
            <w:r w:rsidR="00EB706C">
              <w:t xml:space="preserve"> and </w:t>
            </w:r>
            <w:r w:rsidR="00D67712" w:rsidRPr="009F143F">
              <w:t xml:space="preserve">advice </w:t>
            </w:r>
            <w:bookmarkStart w:id="0" w:name="_GoBack"/>
            <w:bookmarkEnd w:id="0"/>
            <w:r w:rsidR="00D67712" w:rsidRPr="009F143F">
              <w:t>regarding maintenance regimes for the animal's coat or condition</w:t>
            </w:r>
          </w:p>
        </w:tc>
      </w:tr>
      <w:tr w:rsidR="00D67712" w:rsidRPr="009F143F" w14:paraId="293C6B93" w14:textId="77777777" w:rsidTr="00CA2922">
        <w:trPr>
          <w:cantSplit/>
        </w:trPr>
        <w:tc>
          <w:tcPr>
            <w:tcW w:w="1396" w:type="pct"/>
            <w:shd w:val="clear" w:color="auto" w:fill="auto"/>
          </w:tcPr>
          <w:p w14:paraId="7D65FEF3" w14:textId="77777777" w:rsidR="00D67712" w:rsidRDefault="000E1990" w:rsidP="00556A00">
            <w:pPr>
              <w:pStyle w:val="SIText"/>
            </w:pPr>
            <w:r>
              <w:t xml:space="preserve">2. </w:t>
            </w:r>
            <w:r w:rsidR="00D67712" w:rsidRPr="009F143F">
              <w:t>Prepare and bathe animal</w:t>
            </w:r>
          </w:p>
          <w:p w14:paraId="4CF2B978" w14:textId="77777777" w:rsidR="000E1990" w:rsidRPr="009F143F" w:rsidRDefault="000E1990" w:rsidP="00556A00">
            <w:pPr>
              <w:pStyle w:val="SIText"/>
            </w:pPr>
          </w:p>
        </w:tc>
        <w:tc>
          <w:tcPr>
            <w:tcW w:w="3604" w:type="pct"/>
            <w:shd w:val="clear" w:color="auto" w:fill="auto"/>
          </w:tcPr>
          <w:p w14:paraId="16C220EA" w14:textId="77777777" w:rsidR="00D67712" w:rsidRPr="009F143F" w:rsidRDefault="000E1990" w:rsidP="000E1990">
            <w:pPr>
              <w:pStyle w:val="SIText"/>
            </w:pPr>
            <w:r>
              <w:t xml:space="preserve">2.1 </w:t>
            </w:r>
            <w:r w:rsidR="00D67712" w:rsidRPr="009F143F">
              <w:t>Determine risks associated with bathing nominated animal and minimise risk</w:t>
            </w:r>
            <w:r w:rsidR="00B6245F">
              <w:t xml:space="preserve"> according to WHS</w:t>
            </w:r>
            <w:r w:rsidR="00D67712" w:rsidRPr="009F143F">
              <w:t xml:space="preserve"> </w:t>
            </w:r>
            <w:r w:rsidR="00B6245F" w:rsidRPr="00B6245F">
              <w:t>and animal welfare requirements</w:t>
            </w:r>
          </w:p>
          <w:p w14:paraId="30756F33" w14:textId="77777777" w:rsidR="00D67712" w:rsidRPr="009F143F" w:rsidRDefault="000E1990" w:rsidP="000E1990">
            <w:pPr>
              <w:pStyle w:val="SIText"/>
            </w:pPr>
            <w:r>
              <w:t xml:space="preserve">2.2 </w:t>
            </w:r>
            <w:r w:rsidR="00D67712" w:rsidRPr="009F143F">
              <w:t>Prepare bathing facilities and equipment</w:t>
            </w:r>
          </w:p>
          <w:p w14:paraId="2437C83A" w14:textId="4B814217" w:rsidR="00D67712" w:rsidRPr="009F143F" w:rsidRDefault="000E1990" w:rsidP="000E1990">
            <w:pPr>
              <w:pStyle w:val="SIText"/>
            </w:pPr>
            <w:r>
              <w:t xml:space="preserve">2.3 </w:t>
            </w:r>
            <w:r w:rsidR="00D67712" w:rsidRPr="009F143F">
              <w:t>Restrain animal for bathing and monitor for signs of distress</w:t>
            </w:r>
          </w:p>
          <w:p w14:paraId="0B09249A" w14:textId="77777777" w:rsidR="00D67712" w:rsidRPr="009F143F" w:rsidRDefault="000E1990" w:rsidP="000E1990">
            <w:pPr>
              <w:pStyle w:val="SIText"/>
            </w:pPr>
            <w:r>
              <w:t xml:space="preserve">2.4 </w:t>
            </w:r>
            <w:r w:rsidR="00D67712" w:rsidRPr="009F143F">
              <w:t>Brush animal prior to or after bathing to remove dead skin, knots and loose hair</w:t>
            </w:r>
          </w:p>
          <w:p w14:paraId="78CDDF04" w14:textId="521E7857" w:rsidR="00D67712" w:rsidRPr="009F143F" w:rsidRDefault="000E1990" w:rsidP="000E1990">
            <w:pPr>
              <w:pStyle w:val="SIText"/>
            </w:pPr>
            <w:r>
              <w:t xml:space="preserve">2.5 </w:t>
            </w:r>
            <w:r w:rsidR="00D67712" w:rsidRPr="009F143F">
              <w:t>Select appropriate water temperature, shampoos and supplementary treatments, including external parasite treatment</w:t>
            </w:r>
            <w:r w:rsidR="00F856FE">
              <w:t xml:space="preserve"> when required,</w:t>
            </w:r>
            <w:r w:rsidR="00D67712" w:rsidRPr="009F143F">
              <w:t xml:space="preserve"> </w:t>
            </w:r>
            <w:r w:rsidR="001B4F57">
              <w:t>according to</w:t>
            </w:r>
            <w:r w:rsidR="00D67712" w:rsidRPr="009F143F">
              <w:t xml:space="preserve"> client requirements and the animal's breed</w:t>
            </w:r>
          </w:p>
          <w:p w14:paraId="0CF189B4" w14:textId="61215F9F" w:rsidR="00D67712" w:rsidRPr="009F143F" w:rsidRDefault="000E1990" w:rsidP="000E1990">
            <w:pPr>
              <w:pStyle w:val="SIText"/>
            </w:pPr>
            <w:r>
              <w:t xml:space="preserve">2.6 </w:t>
            </w:r>
            <w:r w:rsidR="00D67712" w:rsidRPr="009F143F">
              <w:t>Bath</w:t>
            </w:r>
            <w:r w:rsidR="00041486">
              <w:t>e</w:t>
            </w:r>
            <w:r w:rsidR="00D67712" w:rsidRPr="009F143F">
              <w:t>, rinse and dry animal</w:t>
            </w:r>
            <w:r w:rsidR="001B4F57">
              <w:t xml:space="preserve"> according to industry recognised bathing techniques</w:t>
            </w:r>
          </w:p>
        </w:tc>
      </w:tr>
      <w:tr w:rsidR="00D67712" w:rsidRPr="009F143F" w14:paraId="56D729F8" w14:textId="77777777" w:rsidTr="00CA2922">
        <w:trPr>
          <w:cantSplit/>
        </w:trPr>
        <w:tc>
          <w:tcPr>
            <w:tcW w:w="1396" w:type="pct"/>
            <w:shd w:val="clear" w:color="auto" w:fill="auto"/>
          </w:tcPr>
          <w:p w14:paraId="0DF7AE30" w14:textId="77777777" w:rsidR="00D67712" w:rsidRPr="009F143F" w:rsidRDefault="000E1990" w:rsidP="00556A00">
            <w:pPr>
              <w:pStyle w:val="SIText"/>
            </w:pPr>
            <w:r>
              <w:t xml:space="preserve">3. </w:t>
            </w:r>
            <w:r w:rsidR="00D67712" w:rsidRPr="009F143F">
              <w:t>Complete bathing procedures</w:t>
            </w:r>
          </w:p>
        </w:tc>
        <w:tc>
          <w:tcPr>
            <w:tcW w:w="3604" w:type="pct"/>
            <w:shd w:val="clear" w:color="auto" w:fill="auto"/>
          </w:tcPr>
          <w:p w14:paraId="71E21B5C" w14:textId="77777777" w:rsidR="00D67712" w:rsidRPr="009F143F" w:rsidRDefault="000E1990" w:rsidP="000E1990">
            <w:pPr>
              <w:pStyle w:val="SIText"/>
            </w:pPr>
            <w:r>
              <w:t xml:space="preserve">3.1 </w:t>
            </w:r>
            <w:r w:rsidR="00D67712" w:rsidRPr="009F143F">
              <w:t>Restrain animal safely and manage until owner's arrival</w:t>
            </w:r>
          </w:p>
          <w:p w14:paraId="0A4093E8" w14:textId="6069144E" w:rsidR="00D67712" w:rsidRPr="009F143F" w:rsidRDefault="000E1990" w:rsidP="000E1990">
            <w:pPr>
              <w:pStyle w:val="SIText"/>
            </w:pPr>
            <w:r>
              <w:t xml:space="preserve">3.2 </w:t>
            </w:r>
            <w:r w:rsidR="00D67712" w:rsidRPr="009F143F">
              <w:t xml:space="preserve">Clean and disinfect hydro-bath and associated equipment </w:t>
            </w:r>
            <w:r w:rsidR="001B4F57">
              <w:t>according to workplace policies and procedures</w:t>
            </w:r>
          </w:p>
          <w:p w14:paraId="6A76EBF1" w14:textId="6EFF0371" w:rsidR="00D67712" w:rsidRPr="009F143F" w:rsidRDefault="000E1990" w:rsidP="000E1990">
            <w:pPr>
              <w:pStyle w:val="SIText"/>
            </w:pPr>
            <w:r>
              <w:t xml:space="preserve">3.3 </w:t>
            </w:r>
            <w:r w:rsidR="00D67712" w:rsidRPr="009F143F">
              <w:t xml:space="preserve">Dispose of waste </w:t>
            </w:r>
            <w:r w:rsidR="001B4F57">
              <w:t>according to legislative requirements</w:t>
            </w:r>
          </w:p>
          <w:p w14:paraId="6F467362" w14:textId="77777777" w:rsidR="00D67712" w:rsidRPr="009F143F" w:rsidRDefault="000E1990" w:rsidP="000E1990">
            <w:pPr>
              <w:pStyle w:val="SIText"/>
            </w:pPr>
            <w:r>
              <w:t xml:space="preserve">3.4 </w:t>
            </w:r>
            <w:r w:rsidR="00D67712" w:rsidRPr="009F143F">
              <w:t>Check consumables and other equipment and return to storage, audit supplies and document</w:t>
            </w:r>
          </w:p>
          <w:p w14:paraId="7CC579F3" w14:textId="77777777" w:rsidR="00D67712" w:rsidRPr="009F143F" w:rsidRDefault="000E1990" w:rsidP="000E1990">
            <w:pPr>
              <w:pStyle w:val="SIText"/>
            </w:pPr>
            <w:r>
              <w:t xml:space="preserve">3.5 </w:t>
            </w:r>
            <w:r w:rsidR="00D67712" w:rsidRPr="009F143F">
              <w:t>Document bathing services provided for invoicing</w:t>
            </w:r>
          </w:p>
          <w:p w14:paraId="3EE44927" w14:textId="77777777" w:rsidR="00D67712" w:rsidRPr="009F143F" w:rsidRDefault="000E1990" w:rsidP="000E1990">
            <w:pPr>
              <w:pStyle w:val="SIText"/>
            </w:pPr>
            <w:r>
              <w:t xml:space="preserve">3.6 </w:t>
            </w:r>
            <w:r w:rsidR="00D67712" w:rsidRPr="009F143F">
              <w:t>Return animal to owner, review bathing services and discuss any follow-up requirements</w:t>
            </w:r>
          </w:p>
        </w:tc>
      </w:tr>
    </w:tbl>
    <w:p w14:paraId="1771EFE7" w14:textId="77777777" w:rsidR="00F1480E" w:rsidRPr="009F143F"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9F143F" w:rsidDel="00423CB2" w14:paraId="2D17A320" w14:textId="77777777" w:rsidTr="00CA2922">
        <w:trPr>
          <w:tblHeader/>
        </w:trPr>
        <w:tc>
          <w:tcPr>
            <w:tcW w:w="5000" w:type="pct"/>
            <w:gridSpan w:val="2"/>
          </w:tcPr>
          <w:p w14:paraId="090D3E79" w14:textId="77777777" w:rsidR="00F1480E" w:rsidRPr="009F143F" w:rsidRDefault="00FD557D" w:rsidP="00FD557D">
            <w:pPr>
              <w:pStyle w:val="SIHeading2"/>
              <w:rPr>
                <w:rFonts w:cs="Arial"/>
              </w:rPr>
            </w:pPr>
            <w:r w:rsidRPr="009F143F">
              <w:rPr>
                <w:rFonts w:cs="Arial"/>
              </w:rPr>
              <w:lastRenderedPageBreak/>
              <w:t>Foundation Skills</w:t>
            </w:r>
          </w:p>
          <w:p w14:paraId="5C225B5B" w14:textId="77777777" w:rsidR="00F1480E" w:rsidRPr="009F143F" w:rsidRDefault="00F1480E" w:rsidP="00634FCA">
            <w:pPr>
              <w:rPr>
                <w:rStyle w:val="SIText-Italic"/>
                <w:rFonts w:eastAsiaTheme="majorEastAsia" w:cs="Arial"/>
              </w:rPr>
            </w:pPr>
            <w:r w:rsidRPr="009F143F">
              <w:rPr>
                <w:rStyle w:val="SIText-Italic"/>
                <w:rFonts w:eastAsiaTheme="majorEastAsia" w:cs="Arial"/>
              </w:rPr>
              <w:t>This section describes those language, literacy, numeracy and employment skills that are essential for performance in this unit of competency but are not explicit in the performance criteria.</w:t>
            </w:r>
          </w:p>
        </w:tc>
      </w:tr>
      <w:tr w:rsidR="00F1480E" w:rsidRPr="009F143F" w:rsidDel="00423CB2" w14:paraId="31E9C607" w14:textId="77777777" w:rsidTr="00CA2922">
        <w:trPr>
          <w:tblHeader/>
        </w:trPr>
        <w:tc>
          <w:tcPr>
            <w:tcW w:w="1396" w:type="pct"/>
          </w:tcPr>
          <w:p w14:paraId="7ED9E022" w14:textId="77777777" w:rsidR="00F1480E" w:rsidRPr="009F143F" w:rsidDel="00423CB2" w:rsidRDefault="00F1480E" w:rsidP="00FD557D">
            <w:pPr>
              <w:pStyle w:val="SIText-Bold"/>
              <w:rPr>
                <w:rFonts w:eastAsiaTheme="majorEastAsia" w:cs="Arial"/>
              </w:rPr>
            </w:pPr>
            <w:r w:rsidRPr="009F143F">
              <w:rPr>
                <w:rFonts w:eastAsiaTheme="majorEastAsia" w:cs="Arial"/>
              </w:rPr>
              <w:t>Skill</w:t>
            </w:r>
          </w:p>
        </w:tc>
        <w:tc>
          <w:tcPr>
            <w:tcW w:w="3604" w:type="pct"/>
          </w:tcPr>
          <w:p w14:paraId="07786C92" w14:textId="77777777" w:rsidR="00F1480E" w:rsidRPr="009F143F" w:rsidDel="00423CB2" w:rsidRDefault="00F1480E" w:rsidP="00FD557D">
            <w:pPr>
              <w:pStyle w:val="SIText-Bold"/>
              <w:rPr>
                <w:rFonts w:eastAsiaTheme="majorEastAsia" w:cs="Arial"/>
              </w:rPr>
            </w:pPr>
            <w:r w:rsidRPr="009F143F">
              <w:rPr>
                <w:rFonts w:eastAsiaTheme="majorEastAsia" w:cs="Arial"/>
              </w:rPr>
              <w:t>Description</w:t>
            </w:r>
          </w:p>
        </w:tc>
      </w:tr>
      <w:tr w:rsidR="00F1480E" w:rsidRPr="009F143F" w:rsidDel="00423CB2" w14:paraId="39B591DE" w14:textId="77777777" w:rsidTr="00CA2922">
        <w:tc>
          <w:tcPr>
            <w:tcW w:w="1396" w:type="pct"/>
          </w:tcPr>
          <w:p w14:paraId="705EBBBA" w14:textId="77777777" w:rsidR="00F1480E" w:rsidRPr="009F143F" w:rsidRDefault="009F143F" w:rsidP="00923720">
            <w:pPr>
              <w:pStyle w:val="SIText"/>
              <w:rPr>
                <w:rFonts w:cs="Arial"/>
              </w:rPr>
            </w:pPr>
            <w:r>
              <w:rPr>
                <w:rFonts w:cs="Arial"/>
              </w:rPr>
              <w:t>Oral communication</w:t>
            </w:r>
          </w:p>
        </w:tc>
        <w:tc>
          <w:tcPr>
            <w:tcW w:w="3604" w:type="pct"/>
          </w:tcPr>
          <w:p w14:paraId="7D54CFD1" w14:textId="77777777" w:rsidR="00F1480E" w:rsidRPr="009F143F" w:rsidRDefault="009F143F" w:rsidP="00556A00">
            <w:pPr>
              <w:pStyle w:val="SIBulletList1"/>
            </w:pPr>
            <w:r>
              <w:t>Discuss bathing and preferences with the client</w:t>
            </w:r>
          </w:p>
        </w:tc>
      </w:tr>
      <w:tr w:rsidR="00F1480E" w:rsidRPr="009F143F" w:rsidDel="00423CB2" w14:paraId="2BE1499B" w14:textId="77777777" w:rsidTr="00CA2922">
        <w:tc>
          <w:tcPr>
            <w:tcW w:w="1396" w:type="pct"/>
          </w:tcPr>
          <w:p w14:paraId="05A9BEC1" w14:textId="77777777" w:rsidR="00F1480E" w:rsidRPr="009F143F" w:rsidRDefault="009F143F" w:rsidP="00923720">
            <w:pPr>
              <w:pStyle w:val="SIText"/>
              <w:rPr>
                <w:rFonts w:cs="Arial"/>
              </w:rPr>
            </w:pPr>
            <w:r>
              <w:rPr>
                <w:rFonts w:cs="Arial"/>
              </w:rPr>
              <w:t>Reading</w:t>
            </w:r>
          </w:p>
        </w:tc>
        <w:tc>
          <w:tcPr>
            <w:tcW w:w="3604" w:type="pct"/>
          </w:tcPr>
          <w:p w14:paraId="5C07A211" w14:textId="77777777" w:rsidR="00F1480E" w:rsidRPr="009F143F" w:rsidRDefault="009F143F" w:rsidP="00556A00">
            <w:pPr>
              <w:pStyle w:val="SIBulletList1"/>
            </w:pPr>
            <w:r>
              <w:t>Review and comprehend product information on shampoo, parasite treatment and other products</w:t>
            </w:r>
          </w:p>
        </w:tc>
      </w:tr>
    </w:tbl>
    <w:p w14:paraId="7CD19A91" w14:textId="77777777" w:rsidR="00916CD7" w:rsidRPr="009F143F" w:rsidRDefault="00916CD7" w:rsidP="00F1480E">
      <w:pPr>
        <w:pStyle w:val="SIText"/>
        <w:keepNext/>
        <w:rPr>
          <w:rFonts w:cs="Arial"/>
        </w:rPr>
      </w:pPr>
    </w:p>
    <w:tbl>
      <w:tblPr>
        <w:tblStyle w:val="TableGrid"/>
        <w:tblW w:w="5000" w:type="pct"/>
        <w:tblLook w:val="04A0" w:firstRow="1" w:lastRow="0" w:firstColumn="1" w:lastColumn="0" w:noHBand="0" w:noVBand="1"/>
      </w:tblPr>
      <w:tblGrid>
        <w:gridCol w:w="1979"/>
        <w:gridCol w:w="2128"/>
        <w:gridCol w:w="2409"/>
        <w:gridCol w:w="3112"/>
      </w:tblGrid>
      <w:tr w:rsidR="00F1480E" w:rsidRPr="009F143F" w14:paraId="450AB5B5" w14:textId="77777777" w:rsidTr="00CA2922">
        <w:trPr>
          <w:tblHeader/>
        </w:trPr>
        <w:tc>
          <w:tcPr>
            <w:tcW w:w="5000" w:type="pct"/>
            <w:gridSpan w:val="4"/>
          </w:tcPr>
          <w:p w14:paraId="1023B606" w14:textId="77777777" w:rsidR="00F1480E" w:rsidRPr="009F143F" w:rsidRDefault="00FD557D" w:rsidP="00FD557D">
            <w:pPr>
              <w:pStyle w:val="SIHeading2"/>
              <w:rPr>
                <w:rFonts w:cs="Arial"/>
              </w:rPr>
            </w:pPr>
            <w:r w:rsidRPr="009F143F">
              <w:rPr>
                <w:rFonts w:cs="Arial"/>
              </w:rPr>
              <w:t>Unit Mapping Information</w:t>
            </w:r>
          </w:p>
        </w:tc>
      </w:tr>
      <w:tr w:rsidR="00F1480E" w:rsidRPr="009F143F" w14:paraId="48F4900B" w14:textId="77777777" w:rsidTr="00FD557D">
        <w:trPr>
          <w:tblHeader/>
        </w:trPr>
        <w:tc>
          <w:tcPr>
            <w:tcW w:w="1028" w:type="pct"/>
          </w:tcPr>
          <w:p w14:paraId="46E9BD11" w14:textId="77777777" w:rsidR="00F1480E" w:rsidRPr="009F143F" w:rsidRDefault="00F1480E" w:rsidP="00923720">
            <w:pPr>
              <w:pStyle w:val="SIText-Bold"/>
              <w:rPr>
                <w:rFonts w:cs="Arial"/>
              </w:rPr>
            </w:pPr>
            <w:r w:rsidRPr="009F143F">
              <w:rPr>
                <w:rFonts w:cs="Arial"/>
              </w:rPr>
              <w:t>Code and title current version</w:t>
            </w:r>
          </w:p>
        </w:tc>
        <w:tc>
          <w:tcPr>
            <w:tcW w:w="1105" w:type="pct"/>
          </w:tcPr>
          <w:p w14:paraId="100706A0" w14:textId="77777777" w:rsidR="00F1480E" w:rsidRPr="009F143F" w:rsidRDefault="00F1480E" w:rsidP="00923720">
            <w:pPr>
              <w:pStyle w:val="SIText-Bold"/>
              <w:rPr>
                <w:rFonts w:cs="Arial"/>
              </w:rPr>
            </w:pPr>
            <w:r w:rsidRPr="009F143F">
              <w:rPr>
                <w:rFonts w:cs="Arial"/>
              </w:rPr>
              <w:t>Code and title previous version</w:t>
            </w:r>
          </w:p>
        </w:tc>
        <w:tc>
          <w:tcPr>
            <w:tcW w:w="1251" w:type="pct"/>
          </w:tcPr>
          <w:p w14:paraId="7895EC9B" w14:textId="77777777" w:rsidR="00F1480E" w:rsidRPr="009F143F" w:rsidRDefault="00F1480E" w:rsidP="00923720">
            <w:pPr>
              <w:pStyle w:val="SIText-Bold"/>
              <w:rPr>
                <w:rFonts w:cs="Arial"/>
              </w:rPr>
            </w:pPr>
            <w:r w:rsidRPr="009F143F">
              <w:rPr>
                <w:rFonts w:cs="Arial"/>
              </w:rPr>
              <w:t>Comments</w:t>
            </w:r>
          </w:p>
        </w:tc>
        <w:tc>
          <w:tcPr>
            <w:tcW w:w="1616" w:type="pct"/>
          </w:tcPr>
          <w:p w14:paraId="2AA2F743" w14:textId="77777777" w:rsidR="00F1480E" w:rsidRPr="009F143F" w:rsidRDefault="00F1480E" w:rsidP="00923720">
            <w:pPr>
              <w:pStyle w:val="SIText-Bold"/>
              <w:rPr>
                <w:rFonts w:cs="Arial"/>
              </w:rPr>
            </w:pPr>
            <w:r w:rsidRPr="009F143F">
              <w:rPr>
                <w:rFonts w:cs="Arial"/>
              </w:rPr>
              <w:t>Equivalence status</w:t>
            </w:r>
          </w:p>
        </w:tc>
      </w:tr>
      <w:tr w:rsidR="00A0256A" w:rsidRPr="009F143F" w14:paraId="0DC1FBB7" w14:textId="77777777" w:rsidTr="00FD557D">
        <w:tc>
          <w:tcPr>
            <w:tcW w:w="1028" w:type="pct"/>
          </w:tcPr>
          <w:p w14:paraId="6946D381" w14:textId="77777777" w:rsidR="00A0256A" w:rsidRPr="009F143F" w:rsidRDefault="00A0256A" w:rsidP="00556A00">
            <w:pPr>
              <w:pStyle w:val="SIText"/>
            </w:pPr>
            <w:r w:rsidRPr="009F143F">
              <w:t>ACMCAS307</w:t>
            </w:r>
            <w:r w:rsidR="00834D91" w:rsidRPr="009F143F">
              <w:t xml:space="preserve"> Provide companion animal hydro-bathing services</w:t>
            </w:r>
          </w:p>
        </w:tc>
        <w:tc>
          <w:tcPr>
            <w:tcW w:w="1105" w:type="pct"/>
          </w:tcPr>
          <w:p w14:paraId="5D2CF013" w14:textId="77777777" w:rsidR="00A0256A" w:rsidRPr="009F143F" w:rsidRDefault="00834D91" w:rsidP="00556A00">
            <w:pPr>
              <w:pStyle w:val="SIText"/>
            </w:pPr>
            <w:r w:rsidRPr="009F143F">
              <w:t>ACMCAS307A Provide companion animal hydro-bathing services</w:t>
            </w:r>
          </w:p>
        </w:tc>
        <w:tc>
          <w:tcPr>
            <w:tcW w:w="1251" w:type="pct"/>
          </w:tcPr>
          <w:p w14:paraId="2002FE8B" w14:textId="186F01B6" w:rsidR="00A0256A" w:rsidRPr="009F143F" w:rsidRDefault="00A0256A" w:rsidP="00556A00">
            <w:pPr>
              <w:pStyle w:val="SIText"/>
            </w:pPr>
            <w:r w:rsidRPr="009F143F">
              <w:t>Updated to meet Standard</w:t>
            </w:r>
            <w:r w:rsidR="00C47EF4">
              <w:t>s for</w:t>
            </w:r>
            <w:r w:rsidRPr="009F143F">
              <w:t xml:space="preserve"> Training Packages</w:t>
            </w:r>
          </w:p>
        </w:tc>
        <w:tc>
          <w:tcPr>
            <w:tcW w:w="1616" w:type="pct"/>
          </w:tcPr>
          <w:p w14:paraId="2DEBD4B8" w14:textId="77777777" w:rsidR="00A0256A" w:rsidRPr="009F143F" w:rsidRDefault="00A0256A" w:rsidP="00556A00">
            <w:pPr>
              <w:pStyle w:val="SIText"/>
            </w:pPr>
            <w:r w:rsidRPr="009F143F">
              <w:t xml:space="preserve">Equivalent unit </w:t>
            </w:r>
          </w:p>
          <w:p w14:paraId="4B4C4F7D" w14:textId="77777777" w:rsidR="00A0256A" w:rsidRPr="009F143F" w:rsidRDefault="00A0256A" w:rsidP="00556A00">
            <w:pPr>
              <w:pStyle w:val="SIText"/>
            </w:pPr>
          </w:p>
          <w:p w14:paraId="4992548A" w14:textId="77777777" w:rsidR="00A0256A" w:rsidRPr="009F143F" w:rsidRDefault="00A0256A" w:rsidP="00556A00">
            <w:pPr>
              <w:pStyle w:val="SIText"/>
            </w:pPr>
          </w:p>
        </w:tc>
      </w:tr>
    </w:tbl>
    <w:p w14:paraId="65E25D31" w14:textId="77777777" w:rsidR="00F1480E" w:rsidRPr="009F143F" w:rsidRDefault="00F1480E" w:rsidP="00916CD7">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F143F" w14:paraId="23DAB4EA" w14:textId="77777777" w:rsidTr="00CA2922">
        <w:tc>
          <w:tcPr>
            <w:tcW w:w="1396" w:type="pct"/>
            <w:shd w:val="clear" w:color="auto" w:fill="auto"/>
          </w:tcPr>
          <w:p w14:paraId="381E061B" w14:textId="77777777" w:rsidR="00F1480E" w:rsidRPr="009F143F" w:rsidRDefault="00FD557D" w:rsidP="00FD557D">
            <w:pPr>
              <w:pStyle w:val="SIHeading2"/>
              <w:rPr>
                <w:rFonts w:cs="Arial"/>
              </w:rPr>
            </w:pPr>
            <w:r w:rsidRPr="009F143F">
              <w:rPr>
                <w:rFonts w:cs="Arial"/>
              </w:rPr>
              <w:t>Links</w:t>
            </w:r>
          </w:p>
        </w:tc>
        <w:tc>
          <w:tcPr>
            <w:tcW w:w="3604" w:type="pct"/>
            <w:shd w:val="clear" w:color="auto" w:fill="auto"/>
          </w:tcPr>
          <w:p w14:paraId="72DD0376" w14:textId="60149AD8" w:rsidR="00F1480E" w:rsidRPr="009F143F" w:rsidRDefault="00041486" w:rsidP="00A76C6C">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1B4F57">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185B2FFB" w14:textId="77777777" w:rsidR="00F1480E" w:rsidRPr="009F143F" w:rsidRDefault="00F1480E" w:rsidP="00F1480E">
      <w:pPr>
        <w:pStyle w:val="SIText"/>
        <w:rPr>
          <w:rFonts w:cs="Arial"/>
        </w:rPr>
      </w:pPr>
    </w:p>
    <w:p w14:paraId="7D4C61C8" w14:textId="77777777" w:rsidR="00F1480E" w:rsidRPr="009F143F" w:rsidRDefault="00F1480E" w:rsidP="00F1480E">
      <w:pPr>
        <w:pStyle w:val="SIText"/>
        <w:rPr>
          <w:rFonts w:cs="Arial"/>
        </w:rPr>
      </w:pPr>
      <w:r w:rsidRPr="009F143F">
        <w:rPr>
          <w:rFonts w:cs="Arial"/>
          <w:b/>
        </w:rPr>
        <w:br w:type="page"/>
      </w:r>
    </w:p>
    <w:p w14:paraId="76503F4C" w14:textId="77777777" w:rsidR="00556C4C" w:rsidRPr="009F143F"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A0256A" w:rsidRPr="009F143F" w14:paraId="11FEEC49" w14:textId="77777777" w:rsidTr="00113678">
        <w:trPr>
          <w:tblHeader/>
        </w:trPr>
        <w:tc>
          <w:tcPr>
            <w:tcW w:w="1478" w:type="pct"/>
            <w:shd w:val="clear" w:color="auto" w:fill="auto"/>
          </w:tcPr>
          <w:p w14:paraId="7F993A5F" w14:textId="77777777" w:rsidR="00A0256A" w:rsidRPr="009F143F" w:rsidRDefault="009236A6" w:rsidP="00556A00">
            <w:pPr>
              <w:pStyle w:val="SIUnittitle"/>
            </w:pPr>
            <w:r w:rsidRPr="009F143F">
              <w:t>TITLE</w:t>
            </w:r>
          </w:p>
        </w:tc>
        <w:tc>
          <w:tcPr>
            <w:tcW w:w="3522" w:type="pct"/>
            <w:shd w:val="clear" w:color="auto" w:fill="auto"/>
          </w:tcPr>
          <w:p w14:paraId="346140C7" w14:textId="77777777" w:rsidR="00A0256A" w:rsidRPr="009F143F" w:rsidRDefault="009236A6" w:rsidP="00556A00">
            <w:pPr>
              <w:pStyle w:val="SIUnittitle"/>
            </w:pPr>
            <w:r w:rsidRPr="009F143F">
              <w:t xml:space="preserve">Assessment requirements for </w:t>
            </w:r>
            <w:r w:rsidR="00AF1388" w:rsidRPr="009F143F">
              <w:t xml:space="preserve">ACMCAS307 </w:t>
            </w:r>
            <w:r w:rsidR="00A0256A" w:rsidRPr="009F143F">
              <w:t>Provide companion animal hydro-bathing services</w:t>
            </w:r>
          </w:p>
        </w:tc>
      </w:tr>
      <w:tr w:rsidR="00556C4C" w:rsidRPr="009F143F" w14:paraId="5F3BE159" w14:textId="77777777" w:rsidTr="00113678">
        <w:trPr>
          <w:tblHeader/>
        </w:trPr>
        <w:tc>
          <w:tcPr>
            <w:tcW w:w="5000" w:type="pct"/>
            <w:gridSpan w:val="2"/>
            <w:shd w:val="clear" w:color="auto" w:fill="auto"/>
          </w:tcPr>
          <w:p w14:paraId="7BBB65C3" w14:textId="77777777" w:rsidR="00556C4C" w:rsidRPr="009F143F" w:rsidRDefault="00D71E43" w:rsidP="00D71E43">
            <w:pPr>
              <w:pStyle w:val="SIHeading2"/>
              <w:rPr>
                <w:rFonts w:cs="Arial"/>
              </w:rPr>
            </w:pPr>
            <w:r w:rsidRPr="009F143F">
              <w:rPr>
                <w:rFonts w:cs="Arial"/>
              </w:rPr>
              <w:t>Performance Evidence</w:t>
            </w:r>
          </w:p>
        </w:tc>
      </w:tr>
      <w:tr w:rsidR="00556C4C" w:rsidRPr="009F143F" w14:paraId="53FCC9B7" w14:textId="77777777" w:rsidTr="00113678">
        <w:tc>
          <w:tcPr>
            <w:tcW w:w="5000" w:type="pct"/>
            <w:gridSpan w:val="2"/>
            <w:shd w:val="clear" w:color="auto" w:fill="auto"/>
          </w:tcPr>
          <w:p w14:paraId="5BB86054" w14:textId="52DB6A53" w:rsidR="00041486" w:rsidRDefault="00E3681D" w:rsidP="00B6245F">
            <w:pPr>
              <w:pStyle w:val="SIText"/>
              <w:rPr>
                <w:rFonts w:cs="Arial"/>
              </w:rPr>
            </w:pPr>
            <w:r w:rsidRPr="009F143F">
              <w:rPr>
                <w:rFonts w:cs="Arial"/>
              </w:rPr>
              <w:t xml:space="preserve">An individual </w:t>
            </w:r>
            <w:r w:rsidR="00556C4C" w:rsidRPr="009F143F">
              <w:rPr>
                <w:rFonts w:cs="Arial"/>
              </w:rPr>
              <w:t>demonstrating competency m</w:t>
            </w:r>
            <w:r w:rsidR="000E1990">
              <w:rPr>
                <w:rFonts w:cs="Arial"/>
              </w:rPr>
              <w:t>ust satisfy all of the elements and</w:t>
            </w:r>
            <w:r w:rsidR="00556C4C" w:rsidRPr="009F143F">
              <w:rPr>
                <w:rFonts w:cs="Arial"/>
              </w:rPr>
              <w:t xml:space="preserve"> performanc</w:t>
            </w:r>
            <w:r w:rsidR="000E1990">
              <w:rPr>
                <w:rFonts w:cs="Arial"/>
              </w:rPr>
              <w:t>e criteria</w:t>
            </w:r>
            <w:r w:rsidR="00556C4C" w:rsidRPr="009F143F">
              <w:rPr>
                <w:rFonts w:cs="Arial"/>
              </w:rPr>
              <w:t xml:space="preserve"> </w:t>
            </w:r>
            <w:r w:rsidR="001B4F57">
              <w:rPr>
                <w:rFonts w:cs="Arial"/>
              </w:rPr>
              <w:t>in</w:t>
            </w:r>
            <w:r w:rsidR="00556C4C" w:rsidRPr="009F143F">
              <w:rPr>
                <w:rFonts w:cs="Arial"/>
              </w:rPr>
              <w:t xml:space="preserve"> this unit. </w:t>
            </w:r>
          </w:p>
          <w:p w14:paraId="7D75FAE6" w14:textId="77777777" w:rsidR="00041486" w:rsidRDefault="00041486" w:rsidP="00B6245F">
            <w:pPr>
              <w:pStyle w:val="SIText"/>
              <w:rPr>
                <w:rFonts w:cs="Arial"/>
              </w:rPr>
            </w:pPr>
          </w:p>
          <w:p w14:paraId="174108BF" w14:textId="4B54560D" w:rsidR="000E1990" w:rsidRPr="00556A00" w:rsidRDefault="00556C4C" w:rsidP="00B6245F">
            <w:pPr>
              <w:pStyle w:val="SIText"/>
            </w:pPr>
            <w:r w:rsidRPr="009F143F">
              <w:rPr>
                <w:rFonts w:cs="Arial"/>
              </w:rPr>
              <w:t>There must be evidence that</w:t>
            </w:r>
            <w:r w:rsidR="009A6E6C" w:rsidRPr="009F143F">
              <w:rPr>
                <w:rFonts w:cs="Arial"/>
              </w:rPr>
              <w:t xml:space="preserve"> </w:t>
            </w:r>
            <w:r w:rsidRPr="009F143F">
              <w:rPr>
                <w:rFonts w:cs="Arial"/>
              </w:rPr>
              <w:t xml:space="preserve">the </w:t>
            </w:r>
            <w:r w:rsidR="00E3681D" w:rsidRPr="009F143F">
              <w:rPr>
                <w:rFonts w:cs="Arial"/>
              </w:rPr>
              <w:t>individual</w:t>
            </w:r>
            <w:r w:rsidR="00B6245F">
              <w:rPr>
                <w:rFonts w:cs="Arial"/>
              </w:rPr>
              <w:t xml:space="preserve"> has </w:t>
            </w:r>
            <w:r w:rsidR="005F4C3C" w:rsidRPr="00556A00">
              <w:t>p</w:t>
            </w:r>
            <w:r w:rsidR="009F143F" w:rsidRPr="00556A00">
              <w:t xml:space="preserve">rovided hydro-bathing services </w:t>
            </w:r>
            <w:r w:rsidR="00224DF4" w:rsidRPr="00556A00">
              <w:t>to</w:t>
            </w:r>
            <w:r w:rsidR="009F143F" w:rsidRPr="00556A00">
              <w:t xml:space="preserve"> </w:t>
            </w:r>
            <w:r w:rsidR="000E1990" w:rsidRPr="00556A00">
              <w:t>at least three different companion animals</w:t>
            </w:r>
            <w:r w:rsidR="00B6245F">
              <w:t>, including:</w:t>
            </w:r>
            <w:r w:rsidR="000E1990" w:rsidRPr="00556A00">
              <w:t xml:space="preserve"> </w:t>
            </w:r>
          </w:p>
          <w:p w14:paraId="34F95311" w14:textId="6ABF08D3" w:rsidR="00B6245F" w:rsidRDefault="00B6245F" w:rsidP="00B6245F">
            <w:pPr>
              <w:pStyle w:val="SIBulletList1"/>
            </w:pPr>
            <w:r w:rsidRPr="005F4C3C">
              <w:t>maintained high standards of hygiene and infection control at all times to reduce the risk of infection and cross-infection</w:t>
            </w:r>
          </w:p>
          <w:p w14:paraId="5BF4782F" w14:textId="77777777" w:rsidR="00D67712" w:rsidRPr="000E1990" w:rsidRDefault="00D67712" w:rsidP="00556A00">
            <w:pPr>
              <w:pStyle w:val="SIBulletList1"/>
            </w:pPr>
            <w:r w:rsidRPr="000E1990">
              <w:t>employ</w:t>
            </w:r>
            <w:r w:rsidR="005F4C3C" w:rsidRPr="000E1990">
              <w:t>ed</w:t>
            </w:r>
            <w:r w:rsidRPr="000E1990">
              <w:t xml:space="preserve"> safe and environmentally responsible organisational systems and procedures when working with and handling companion animals</w:t>
            </w:r>
          </w:p>
          <w:p w14:paraId="4CB38814" w14:textId="77777777" w:rsidR="00B6245F" w:rsidRDefault="00B6245F" w:rsidP="00B6245F">
            <w:pPr>
              <w:pStyle w:val="SIBulletList1"/>
            </w:pPr>
            <w:r>
              <w:t>assessed health and condition of animal's coat and determined bathing requirements with owner</w:t>
            </w:r>
          </w:p>
          <w:p w14:paraId="1E783B6A" w14:textId="77777777" w:rsidR="00B6245F" w:rsidRDefault="00B6245F" w:rsidP="00A836FD">
            <w:pPr>
              <w:pStyle w:val="SIBulletList1"/>
            </w:pPr>
            <w:r>
              <w:t>applied industry recognised hydro-bathing methods and procedures and handled animals in a safe and humane manner</w:t>
            </w:r>
          </w:p>
          <w:p w14:paraId="058C0450" w14:textId="77777777" w:rsidR="00B6245F" w:rsidRDefault="00B6245F" w:rsidP="00B6245F">
            <w:pPr>
              <w:pStyle w:val="SIBulletList1"/>
            </w:pPr>
            <w:r>
              <w:t>built relationships and communicated effectively with clients regarding appropriate bathing requirements</w:t>
            </w:r>
          </w:p>
          <w:p w14:paraId="678E2A61" w14:textId="2B058B6A" w:rsidR="00B6245F" w:rsidRPr="009F143F" w:rsidRDefault="00B6245F" w:rsidP="00B6245F">
            <w:pPr>
              <w:pStyle w:val="SIBulletList1"/>
            </w:pPr>
            <w:r>
              <w:t>maintained records and followed</w:t>
            </w:r>
            <w:r w:rsidR="00041486">
              <w:t xml:space="preserve"> </w:t>
            </w:r>
            <w:r>
              <w:t>up with clients as required.</w:t>
            </w:r>
          </w:p>
        </w:tc>
      </w:tr>
    </w:tbl>
    <w:p w14:paraId="23D362B3" w14:textId="77777777" w:rsidR="00556C4C" w:rsidRPr="009F143F"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9F143F" w14:paraId="27554825" w14:textId="77777777" w:rsidTr="00CA2922">
        <w:trPr>
          <w:tblHeader/>
        </w:trPr>
        <w:tc>
          <w:tcPr>
            <w:tcW w:w="5000" w:type="pct"/>
            <w:shd w:val="clear" w:color="auto" w:fill="auto"/>
          </w:tcPr>
          <w:p w14:paraId="7F7E321C" w14:textId="77777777" w:rsidR="00F1480E" w:rsidRPr="009F143F" w:rsidRDefault="00D71E43" w:rsidP="00D71E43">
            <w:pPr>
              <w:pStyle w:val="SIHeading2"/>
              <w:rPr>
                <w:rFonts w:cs="Arial"/>
              </w:rPr>
            </w:pPr>
            <w:r w:rsidRPr="009F143F">
              <w:rPr>
                <w:rFonts w:cs="Arial"/>
              </w:rPr>
              <w:t>Knowledge Evidence</w:t>
            </w:r>
          </w:p>
        </w:tc>
      </w:tr>
      <w:tr w:rsidR="00F1480E" w:rsidRPr="009F143F" w14:paraId="00F29A48" w14:textId="77777777" w:rsidTr="00CA2922">
        <w:tc>
          <w:tcPr>
            <w:tcW w:w="5000" w:type="pct"/>
            <w:shd w:val="clear" w:color="auto" w:fill="auto"/>
          </w:tcPr>
          <w:p w14:paraId="0DBD838B" w14:textId="77777777" w:rsidR="008B2C77" w:rsidRPr="009F143F" w:rsidRDefault="00E3681D" w:rsidP="002C55E9">
            <w:pPr>
              <w:pStyle w:val="SIText"/>
              <w:rPr>
                <w:rFonts w:cs="Arial"/>
              </w:rPr>
            </w:pPr>
            <w:r w:rsidRPr="009F143F">
              <w:rPr>
                <w:rFonts w:cs="Arial"/>
              </w:rPr>
              <w:t xml:space="preserve">An individual </w:t>
            </w:r>
            <w:r w:rsidR="008B2C77" w:rsidRPr="009F143F">
              <w:rPr>
                <w:rFonts w:cs="Arial"/>
              </w:rPr>
              <w:t>must be a</w:t>
            </w:r>
            <w:r w:rsidR="00434ECE" w:rsidRPr="009F143F">
              <w:rPr>
                <w:rFonts w:cs="Arial"/>
              </w:rPr>
              <w:t>ble to demonstrate the</w:t>
            </w:r>
            <w:r w:rsidR="008B2C77" w:rsidRPr="009F143F">
              <w:rPr>
                <w:rFonts w:cs="Arial"/>
              </w:rPr>
              <w:t xml:space="preserve"> knowledge required to perform the tasks outlined in the elements and performance criteria of this unit. This includes knowledge of:</w:t>
            </w:r>
          </w:p>
          <w:p w14:paraId="3A6C25A4" w14:textId="77777777" w:rsidR="00D67712" w:rsidRPr="005F4C3C" w:rsidRDefault="00D67712" w:rsidP="00556A00">
            <w:pPr>
              <w:pStyle w:val="SIBulletList1"/>
            </w:pPr>
            <w:r w:rsidRPr="005F4C3C">
              <w:t>principles and practices for providing companion animal hydro-bathing services</w:t>
            </w:r>
          </w:p>
          <w:p w14:paraId="61ECDC9E" w14:textId="77777777" w:rsidR="00D67712" w:rsidRPr="005F4C3C" w:rsidRDefault="00D67712" w:rsidP="00556A00">
            <w:pPr>
              <w:pStyle w:val="SIBulletList1"/>
            </w:pPr>
            <w:r w:rsidRPr="005F4C3C">
              <w:t>animal anatomy and physiology related to bathing procedures</w:t>
            </w:r>
          </w:p>
          <w:p w14:paraId="56D883A5" w14:textId="77777777" w:rsidR="00D67712" w:rsidRPr="005F4C3C" w:rsidRDefault="00D67712" w:rsidP="00556A00">
            <w:pPr>
              <w:pStyle w:val="SIBulletList1"/>
            </w:pPr>
            <w:r w:rsidRPr="005F4C3C">
              <w:t>disease transmission between animals</w:t>
            </w:r>
          </w:p>
          <w:p w14:paraId="4B3F4082" w14:textId="77777777" w:rsidR="00D67712" w:rsidRPr="005F4C3C" w:rsidRDefault="00D67712" w:rsidP="00556A00">
            <w:pPr>
              <w:pStyle w:val="SIBulletList1"/>
            </w:pPr>
            <w:r w:rsidRPr="005F4C3C">
              <w:t>normal and abnormal animal behaviour and traits for relevant species</w:t>
            </w:r>
          </w:p>
          <w:p w14:paraId="549AA6D3" w14:textId="77777777" w:rsidR="00D67712" w:rsidRPr="005F4C3C" w:rsidRDefault="00D67712" w:rsidP="00556A00">
            <w:pPr>
              <w:pStyle w:val="SIBulletList1"/>
            </w:pPr>
            <w:r w:rsidRPr="005F4C3C">
              <w:t>relevant bathing products and services</w:t>
            </w:r>
          </w:p>
          <w:p w14:paraId="4BFEC032" w14:textId="77777777" w:rsidR="00D67712" w:rsidRPr="005F4C3C" w:rsidRDefault="00D67712" w:rsidP="00556A00">
            <w:pPr>
              <w:pStyle w:val="SIBulletList1"/>
            </w:pPr>
            <w:r w:rsidRPr="005F4C3C">
              <w:t>safe animal handling and restraint techniques and procedures</w:t>
            </w:r>
          </w:p>
          <w:p w14:paraId="07202C50" w14:textId="77777777" w:rsidR="00D67712" w:rsidRPr="005F4C3C" w:rsidRDefault="00D67712" w:rsidP="00556A00">
            <w:pPr>
              <w:pStyle w:val="SIBulletList1"/>
            </w:pPr>
            <w:r w:rsidRPr="005F4C3C">
              <w:t>signs of abnormalities and health concerns in animals, including parasitic infections</w:t>
            </w:r>
          </w:p>
          <w:p w14:paraId="7850ACFC" w14:textId="77777777" w:rsidR="00D67712" w:rsidRPr="005F4C3C" w:rsidRDefault="00D67712" w:rsidP="00556A00">
            <w:pPr>
              <w:pStyle w:val="SIBulletList1"/>
            </w:pPr>
            <w:r w:rsidRPr="005F4C3C">
              <w:t>animal ethics and welfare</w:t>
            </w:r>
          </w:p>
          <w:p w14:paraId="4A093B07" w14:textId="1B897BE3" w:rsidR="00D67712" w:rsidRDefault="00D67712" w:rsidP="00556A00">
            <w:pPr>
              <w:pStyle w:val="SIBulletList1"/>
            </w:pPr>
            <w:r w:rsidRPr="005F4C3C">
              <w:t>standards, guidelines and approaches to environmental sustainability relevant to the animal care industry</w:t>
            </w:r>
          </w:p>
          <w:p w14:paraId="046274BB" w14:textId="3CDC4F6D" w:rsidR="001B4F57" w:rsidRPr="005F4C3C" w:rsidRDefault="001B4F57" w:rsidP="001B4F57">
            <w:pPr>
              <w:pStyle w:val="SIBulletList1"/>
            </w:pPr>
            <w:r w:rsidRPr="001B4F57">
              <w:t>WHS and animal ethics and welfare legislative requirements and codes of practice</w:t>
            </w:r>
          </w:p>
          <w:p w14:paraId="5F2A6291" w14:textId="77777777" w:rsidR="00D67712" w:rsidRPr="005F4C3C" w:rsidRDefault="00D67712" w:rsidP="00556A00">
            <w:pPr>
              <w:pStyle w:val="SIBulletList1"/>
            </w:pPr>
            <w:r w:rsidRPr="005F4C3C">
              <w:t>the types of disinfectants, cleaning agents, cleaning techniques and cleaning equipment and materials used in a companion animal workplace</w:t>
            </w:r>
          </w:p>
          <w:p w14:paraId="78144B82" w14:textId="77777777" w:rsidR="00D67712" w:rsidRPr="005F4C3C" w:rsidRDefault="00D67712" w:rsidP="00556A00">
            <w:pPr>
              <w:pStyle w:val="SIBulletList1"/>
            </w:pPr>
            <w:r w:rsidRPr="005F4C3C">
              <w:t>use and maintenance of bathing equipment</w:t>
            </w:r>
          </w:p>
          <w:p w14:paraId="3DA1BD94" w14:textId="77777777" w:rsidR="00D67712" w:rsidRPr="009F143F" w:rsidRDefault="008D6E75" w:rsidP="00556A00">
            <w:pPr>
              <w:pStyle w:val="SIBulletList1"/>
            </w:pPr>
            <w:r>
              <w:t>industry</w:t>
            </w:r>
            <w:r w:rsidR="00D67712" w:rsidRPr="005F4C3C">
              <w:t xml:space="preserve"> hygiene standards</w:t>
            </w:r>
            <w:r w:rsidR="005F4C3C">
              <w:t>.</w:t>
            </w:r>
          </w:p>
        </w:tc>
      </w:tr>
    </w:tbl>
    <w:p w14:paraId="76156284" w14:textId="77777777" w:rsidR="00F1480E" w:rsidRPr="009F143F"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9F143F" w14:paraId="71CF75D0" w14:textId="77777777" w:rsidTr="00CA2922">
        <w:trPr>
          <w:tblHeader/>
        </w:trPr>
        <w:tc>
          <w:tcPr>
            <w:tcW w:w="5000" w:type="pct"/>
            <w:shd w:val="clear" w:color="auto" w:fill="auto"/>
          </w:tcPr>
          <w:p w14:paraId="2D716228" w14:textId="77777777" w:rsidR="00F1480E" w:rsidRPr="009F143F" w:rsidRDefault="00D71E43" w:rsidP="00D71E43">
            <w:pPr>
              <w:pStyle w:val="SIHeading2"/>
              <w:rPr>
                <w:rFonts w:cs="Arial"/>
              </w:rPr>
            </w:pPr>
            <w:r w:rsidRPr="009F143F">
              <w:rPr>
                <w:rFonts w:cs="Arial"/>
              </w:rPr>
              <w:t>Assessment Conditions</w:t>
            </w:r>
          </w:p>
        </w:tc>
      </w:tr>
      <w:tr w:rsidR="00F1480E" w:rsidRPr="009F143F" w14:paraId="6BC054D4" w14:textId="77777777" w:rsidTr="00CA2922">
        <w:tc>
          <w:tcPr>
            <w:tcW w:w="5000" w:type="pct"/>
            <w:shd w:val="clear" w:color="auto" w:fill="auto"/>
          </w:tcPr>
          <w:p w14:paraId="3EE7B23C" w14:textId="0EC23368" w:rsidR="004A7706" w:rsidRPr="009F143F" w:rsidRDefault="004A7706" w:rsidP="004A7706">
            <w:pPr>
              <w:pStyle w:val="SIText"/>
              <w:rPr>
                <w:rFonts w:cs="Arial"/>
              </w:rPr>
            </w:pPr>
            <w:r w:rsidRPr="009F143F">
              <w:rPr>
                <w:rFonts w:cs="Arial"/>
              </w:rPr>
              <w:t xml:space="preserve">Assessment of </w:t>
            </w:r>
            <w:r w:rsidR="00041486">
              <w:rPr>
                <w:rFonts w:cs="Arial"/>
              </w:rPr>
              <w:t>skills</w:t>
            </w:r>
            <w:r w:rsidRPr="009F143F">
              <w:rPr>
                <w:rFonts w:cs="Arial"/>
              </w:rPr>
              <w:t xml:space="preserve"> must take place under the following conditions: </w:t>
            </w:r>
          </w:p>
          <w:p w14:paraId="59AD836F" w14:textId="77777777" w:rsidR="004E6741" w:rsidRPr="005F4C3C" w:rsidRDefault="001D7F5B" w:rsidP="00556A00">
            <w:pPr>
              <w:pStyle w:val="SIBulletList1"/>
            </w:pPr>
            <w:r w:rsidRPr="005F4C3C">
              <w:t>p</w:t>
            </w:r>
            <w:r w:rsidR="004E6741" w:rsidRPr="005F4C3C">
              <w:t>hysical conditions</w:t>
            </w:r>
            <w:r w:rsidRPr="005F4C3C">
              <w:t>:</w:t>
            </w:r>
          </w:p>
          <w:p w14:paraId="709818C8" w14:textId="77777777" w:rsidR="00224DF4" w:rsidRDefault="00224DF4" w:rsidP="00556A00">
            <w:pPr>
              <w:pStyle w:val="SIBulletList2"/>
            </w:pPr>
            <w:r w:rsidRPr="005F551E">
              <w:t xml:space="preserve">skills must be demonstrated in a workplace setting or an environment that accurately represents workplace conditions </w:t>
            </w:r>
          </w:p>
          <w:p w14:paraId="15FB9A3C" w14:textId="77777777" w:rsidR="00233143" w:rsidRPr="005F4C3C" w:rsidRDefault="00366805" w:rsidP="00556A00">
            <w:pPr>
              <w:pStyle w:val="SIBulletList1"/>
            </w:pPr>
            <w:r w:rsidRPr="005F4C3C">
              <w:t xml:space="preserve">resources, </w:t>
            </w:r>
            <w:r w:rsidR="00F83D7C" w:rsidRPr="005F4C3C">
              <w:t>e</w:t>
            </w:r>
            <w:r w:rsidR="009A6E6C" w:rsidRPr="005F4C3C">
              <w:t>quipment</w:t>
            </w:r>
            <w:r w:rsidR="00F83D7C" w:rsidRPr="005F4C3C">
              <w:t xml:space="preserve"> and materials:</w:t>
            </w:r>
          </w:p>
          <w:p w14:paraId="7058A0B9" w14:textId="3D7D8D25" w:rsidR="00366805" w:rsidRPr="009F143F" w:rsidRDefault="00761642" w:rsidP="00556A00">
            <w:pPr>
              <w:pStyle w:val="SIBulletList2"/>
            </w:pPr>
            <w:r>
              <w:t>companion animal</w:t>
            </w:r>
          </w:p>
          <w:p w14:paraId="131ACA80" w14:textId="77777777" w:rsidR="00233143" w:rsidRPr="009F143F" w:rsidRDefault="005F4C3C" w:rsidP="00556A00">
            <w:pPr>
              <w:pStyle w:val="SIBulletList2"/>
            </w:pPr>
            <w:r>
              <w:t>hydro-bath</w:t>
            </w:r>
          </w:p>
          <w:p w14:paraId="05D75C8E" w14:textId="77777777" w:rsidR="00F83D7C" w:rsidRPr="005F4C3C" w:rsidRDefault="005F4C3C" w:rsidP="00556A00">
            <w:pPr>
              <w:pStyle w:val="SIBulletList2"/>
            </w:pPr>
            <w:r>
              <w:t>equipment for restraint of companion animals</w:t>
            </w:r>
          </w:p>
          <w:p w14:paraId="32067513" w14:textId="77777777" w:rsidR="008D6E75" w:rsidRDefault="005F4C3C" w:rsidP="00556A00">
            <w:pPr>
              <w:pStyle w:val="SIBulletList2"/>
            </w:pPr>
            <w:r>
              <w:t>shampoo and supplementary treatments</w:t>
            </w:r>
            <w:r w:rsidR="008D6E75">
              <w:t>.</w:t>
            </w:r>
          </w:p>
          <w:p w14:paraId="3CC62A4D" w14:textId="77777777" w:rsidR="00556A00" w:rsidRPr="008D6E75" w:rsidRDefault="00556A00" w:rsidP="00556A00">
            <w:pPr>
              <w:pStyle w:val="SIBulletList2"/>
              <w:numPr>
                <w:ilvl w:val="0"/>
                <w:numId w:val="0"/>
              </w:numPr>
            </w:pPr>
          </w:p>
          <w:p w14:paraId="1951A1FE" w14:textId="77777777" w:rsidR="00F1480E" w:rsidRPr="009F143F" w:rsidRDefault="007134FE" w:rsidP="00556A00">
            <w:pPr>
              <w:pStyle w:val="SIText"/>
              <w:rPr>
                <w:rFonts w:eastAsia="Calibri"/>
              </w:rPr>
            </w:pPr>
            <w:r w:rsidRPr="009F143F">
              <w:rPr>
                <w:rFonts w:cs="Arial"/>
              </w:rPr>
              <w:t>Assessors of this unit must satisfy the requirements for assessors in applicable vocational education and training legislation, frameworks and/or standards.</w:t>
            </w:r>
          </w:p>
        </w:tc>
      </w:tr>
    </w:tbl>
    <w:p w14:paraId="4C8334C3" w14:textId="77777777" w:rsidR="00F1480E" w:rsidRPr="009F143F"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9F143F" w14:paraId="3744B61F" w14:textId="77777777" w:rsidTr="00CA2922">
        <w:tc>
          <w:tcPr>
            <w:tcW w:w="1323" w:type="pct"/>
            <w:shd w:val="clear" w:color="auto" w:fill="auto"/>
          </w:tcPr>
          <w:p w14:paraId="608BFE78" w14:textId="77777777" w:rsidR="00F1480E" w:rsidRPr="009F143F" w:rsidRDefault="00D71E43" w:rsidP="00D71E43">
            <w:pPr>
              <w:pStyle w:val="SIHeading2"/>
              <w:rPr>
                <w:rFonts w:cs="Arial"/>
              </w:rPr>
            </w:pPr>
            <w:r w:rsidRPr="009F143F">
              <w:rPr>
                <w:rFonts w:cs="Arial"/>
              </w:rPr>
              <w:t>Links</w:t>
            </w:r>
          </w:p>
        </w:tc>
        <w:tc>
          <w:tcPr>
            <w:tcW w:w="3677" w:type="pct"/>
            <w:shd w:val="clear" w:color="auto" w:fill="auto"/>
          </w:tcPr>
          <w:p w14:paraId="75AE356E" w14:textId="07E068B3" w:rsidR="00F1480E" w:rsidRPr="009F143F" w:rsidRDefault="00041486" w:rsidP="00916CD7">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1B4F57">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620B9229" w14:textId="77777777" w:rsidR="00F1480E" w:rsidRPr="009F143F" w:rsidRDefault="00F1480E" w:rsidP="00F1480E">
      <w:pPr>
        <w:pStyle w:val="SIText"/>
        <w:rPr>
          <w:rFonts w:cs="Arial"/>
        </w:rPr>
      </w:pPr>
    </w:p>
    <w:sectPr w:rsidR="00F1480E" w:rsidRPr="009F143F"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B9C69" w14:textId="77777777" w:rsidR="00863F66" w:rsidRDefault="00863F66" w:rsidP="00BF3F0A">
      <w:r>
        <w:separator/>
      </w:r>
    </w:p>
    <w:p w14:paraId="38AC6799" w14:textId="77777777" w:rsidR="00863F66" w:rsidRDefault="00863F66"/>
  </w:endnote>
  <w:endnote w:type="continuationSeparator" w:id="0">
    <w:p w14:paraId="66E5ECB7" w14:textId="77777777" w:rsidR="00863F66" w:rsidRDefault="00863F66" w:rsidP="00BF3F0A">
      <w:r>
        <w:continuationSeparator/>
      </w:r>
    </w:p>
    <w:p w14:paraId="1DB71534" w14:textId="77777777" w:rsidR="00863F66" w:rsidRDefault="00863F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3D693" w14:textId="77777777" w:rsidR="00D11273" w:rsidRDefault="00D112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rPr>
        <w:noProof/>
      </w:rPr>
    </w:sdtEndPr>
    <w:sdtContent>
      <w:p w14:paraId="0596965A" w14:textId="6E8A7685"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EB706C">
          <w:rPr>
            <w:noProof/>
          </w:rPr>
          <w:t>4</w:t>
        </w:r>
        <w:r>
          <w:rPr>
            <w:noProof/>
          </w:rPr>
          <w:fldChar w:fldCharType="end"/>
        </w:r>
      </w:p>
    </w:sdtContent>
  </w:sdt>
  <w:p w14:paraId="7D129C7C"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3CE60" w14:textId="77777777" w:rsidR="00D11273" w:rsidRDefault="00D112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4C58A" w14:textId="77777777" w:rsidR="00863F66" w:rsidRDefault="00863F66" w:rsidP="00BF3F0A">
      <w:r>
        <w:separator/>
      </w:r>
    </w:p>
    <w:p w14:paraId="373B3752" w14:textId="77777777" w:rsidR="00863F66" w:rsidRDefault="00863F66"/>
  </w:footnote>
  <w:footnote w:type="continuationSeparator" w:id="0">
    <w:p w14:paraId="48D78319" w14:textId="77777777" w:rsidR="00863F66" w:rsidRDefault="00863F66" w:rsidP="00BF3F0A">
      <w:r>
        <w:continuationSeparator/>
      </w:r>
    </w:p>
    <w:p w14:paraId="0ECD22BD" w14:textId="77777777" w:rsidR="00863F66" w:rsidRDefault="00863F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12EF8" w14:textId="77777777" w:rsidR="00D11273" w:rsidRDefault="00D112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C43C8" w14:textId="503D10FC" w:rsidR="009C2650" w:rsidRDefault="00EB706C">
    <w:pPr>
      <w:pStyle w:val="Header"/>
    </w:pPr>
    <w:sdt>
      <w:sdtPr>
        <w:id w:val="-1551757213"/>
        <w:docPartObj>
          <w:docPartGallery w:val="Watermarks"/>
          <w:docPartUnique/>
        </w:docPartObj>
      </w:sdtPr>
      <w:sdtEndPr/>
      <w:sdtContent>
        <w:r>
          <w:rPr>
            <w:noProof/>
          </w:rPr>
          <w:pict w14:anchorId="2030AC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236A6" w:rsidRPr="009236A6">
      <w:t>ACMCAS307 Provide companion animal hydro-bathing services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4DB0E" w14:textId="77777777" w:rsidR="00D11273" w:rsidRDefault="00D112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2264913"/>
    <w:multiLevelType w:val="hybridMultilevel"/>
    <w:tmpl w:val="6F569E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ABC8CB56"/>
    <w:lvl w:ilvl="0" w:tplc="4D04128C">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F483390"/>
    <w:multiLevelType w:val="hybridMultilevel"/>
    <w:tmpl w:val="E05E2984"/>
    <w:lvl w:ilvl="0" w:tplc="F446CD8E">
      <w:start w:val="1"/>
      <w:numFmt w:val="bullet"/>
      <w:lvlText w:val="•"/>
      <w:lvlJc w:val="left"/>
      <w:pPr>
        <w:ind w:left="1083" w:hanging="360"/>
      </w:pPr>
      <w:rPr>
        <w:rFonts w:ascii="Arial" w:hAnsi="Arial" w:hint="default"/>
        <w:b w:val="0"/>
        <w:i w:val="0"/>
        <w:color w:val="auto"/>
        <w:sz w:val="22"/>
        <w:szCs w:val="18"/>
      </w:rPr>
    </w:lvl>
    <w:lvl w:ilvl="1" w:tplc="1C1CA534">
      <w:start w:val="1"/>
      <w:numFmt w:val="bullet"/>
      <w:lvlText w:val=""/>
      <w:lvlJc w:val="left"/>
      <w:pPr>
        <w:ind w:left="1803" w:hanging="360"/>
      </w:pPr>
      <w:rPr>
        <w:rFonts w:ascii="Symbol" w:hAnsi="Symbol"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FFB"/>
    <w:rsid w:val="000014B9"/>
    <w:rsid w:val="00005A15"/>
    <w:rsid w:val="0001108F"/>
    <w:rsid w:val="000115E2"/>
    <w:rsid w:val="0001296A"/>
    <w:rsid w:val="00016803"/>
    <w:rsid w:val="00023992"/>
    <w:rsid w:val="00041486"/>
    <w:rsid w:val="00041E59"/>
    <w:rsid w:val="00064BFE"/>
    <w:rsid w:val="00070B3E"/>
    <w:rsid w:val="00071F95"/>
    <w:rsid w:val="000737BB"/>
    <w:rsid w:val="00074E47"/>
    <w:rsid w:val="0009093B"/>
    <w:rsid w:val="000A5441"/>
    <w:rsid w:val="000E1990"/>
    <w:rsid w:val="000E2C86"/>
    <w:rsid w:val="000F29F2"/>
    <w:rsid w:val="00101659"/>
    <w:rsid w:val="001078BF"/>
    <w:rsid w:val="00133957"/>
    <w:rsid w:val="001372F6"/>
    <w:rsid w:val="00144385"/>
    <w:rsid w:val="00151D93"/>
    <w:rsid w:val="00156EF3"/>
    <w:rsid w:val="00176E4F"/>
    <w:rsid w:val="0018546B"/>
    <w:rsid w:val="001A6A3E"/>
    <w:rsid w:val="001A7B6D"/>
    <w:rsid w:val="001B34D5"/>
    <w:rsid w:val="001B4F57"/>
    <w:rsid w:val="001B513A"/>
    <w:rsid w:val="001C0A75"/>
    <w:rsid w:val="001C1306"/>
    <w:rsid w:val="001C7886"/>
    <w:rsid w:val="001D5C1B"/>
    <w:rsid w:val="001D6F5C"/>
    <w:rsid w:val="001D7F5B"/>
    <w:rsid w:val="001E16BC"/>
    <w:rsid w:val="001E16DF"/>
    <w:rsid w:val="001F2BA5"/>
    <w:rsid w:val="001F308D"/>
    <w:rsid w:val="00201A7C"/>
    <w:rsid w:val="0021210E"/>
    <w:rsid w:val="0021414D"/>
    <w:rsid w:val="00223124"/>
    <w:rsid w:val="00224DF4"/>
    <w:rsid w:val="00233143"/>
    <w:rsid w:val="00234444"/>
    <w:rsid w:val="00242293"/>
    <w:rsid w:val="00244EA7"/>
    <w:rsid w:val="00262FC3"/>
    <w:rsid w:val="00276DB8"/>
    <w:rsid w:val="00282664"/>
    <w:rsid w:val="00285FB8"/>
    <w:rsid w:val="002A4CD3"/>
    <w:rsid w:val="002C55E9"/>
    <w:rsid w:val="002D0C8B"/>
    <w:rsid w:val="002D330A"/>
    <w:rsid w:val="002E193E"/>
    <w:rsid w:val="00310A6A"/>
    <w:rsid w:val="00337E82"/>
    <w:rsid w:val="00350BB1"/>
    <w:rsid w:val="00352C83"/>
    <w:rsid w:val="00366805"/>
    <w:rsid w:val="0037067D"/>
    <w:rsid w:val="0038735B"/>
    <w:rsid w:val="003916D1"/>
    <w:rsid w:val="003A21F0"/>
    <w:rsid w:val="003A58BA"/>
    <w:rsid w:val="003A5AE7"/>
    <w:rsid w:val="003A7221"/>
    <w:rsid w:val="003C13AE"/>
    <w:rsid w:val="003C151A"/>
    <w:rsid w:val="003D2E73"/>
    <w:rsid w:val="003E265C"/>
    <w:rsid w:val="003E72B6"/>
    <w:rsid w:val="003E7BBE"/>
    <w:rsid w:val="004127E3"/>
    <w:rsid w:val="0043212E"/>
    <w:rsid w:val="00434366"/>
    <w:rsid w:val="00434ECE"/>
    <w:rsid w:val="00444423"/>
    <w:rsid w:val="00452F3E"/>
    <w:rsid w:val="004640AE"/>
    <w:rsid w:val="00475172"/>
    <w:rsid w:val="004758B0"/>
    <w:rsid w:val="004832D2"/>
    <w:rsid w:val="00485559"/>
    <w:rsid w:val="00493857"/>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56A00"/>
    <w:rsid w:val="00556C4C"/>
    <w:rsid w:val="00557369"/>
    <w:rsid w:val="00564ADD"/>
    <w:rsid w:val="005708EB"/>
    <w:rsid w:val="00575BC6"/>
    <w:rsid w:val="005833B5"/>
    <w:rsid w:val="00583902"/>
    <w:rsid w:val="005A3AA5"/>
    <w:rsid w:val="005A6C9C"/>
    <w:rsid w:val="005A74DC"/>
    <w:rsid w:val="005B5146"/>
    <w:rsid w:val="005F027A"/>
    <w:rsid w:val="005F33CC"/>
    <w:rsid w:val="005F4C3C"/>
    <w:rsid w:val="006121D4"/>
    <w:rsid w:val="00613B49"/>
    <w:rsid w:val="00620E8E"/>
    <w:rsid w:val="00633CFE"/>
    <w:rsid w:val="00634FCA"/>
    <w:rsid w:val="00643D1B"/>
    <w:rsid w:val="00645047"/>
    <w:rsid w:val="006452B8"/>
    <w:rsid w:val="00652E62"/>
    <w:rsid w:val="00686A49"/>
    <w:rsid w:val="00687B62"/>
    <w:rsid w:val="00690C44"/>
    <w:rsid w:val="006969D9"/>
    <w:rsid w:val="006A2B68"/>
    <w:rsid w:val="006C2F32"/>
    <w:rsid w:val="006D4448"/>
    <w:rsid w:val="006E2C4D"/>
    <w:rsid w:val="00705EEC"/>
    <w:rsid w:val="00707741"/>
    <w:rsid w:val="007134FE"/>
    <w:rsid w:val="00722769"/>
    <w:rsid w:val="00727901"/>
    <w:rsid w:val="0073075B"/>
    <w:rsid w:val="007341FF"/>
    <w:rsid w:val="007404E9"/>
    <w:rsid w:val="007444CF"/>
    <w:rsid w:val="00761642"/>
    <w:rsid w:val="0076523B"/>
    <w:rsid w:val="00771B60"/>
    <w:rsid w:val="00781D77"/>
    <w:rsid w:val="00783549"/>
    <w:rsid w:val="007860B7"/>
    <w:rsid w:val="00786DC8"/>
    <w:rsid w:val="007D5A78"/>
    <w:rsid w:val="007E3BD1"/>
    <w:rsid w:val="007E3C88"/>
    <w:rsid w:val="007F1563"/>
    <w:rsid w:val="007F1EB2"/>
    <w:rsid w:val="007F44DB"/>
    <w:rsid w:val="007F5A8B"/>
    <w:rsid w:val="00817D51"/>
    <w:rsid w:val="00823530"/>
    <w:rsid w:val="00823FF4"/>
    <w:rsid w:val="00830267"/>
    <w:rsid w:val="008306E7"/>
    <w:rsid w:val="008325A7"/>
    <w:rsid w:val="00834BC8"/>
    <w:rsid w:val="00834D91"/>
    <w:rsid w:val="00837FD6"/>
    <w:rsid w:val="00847B60"/>
    <w:rsid w:val="00850243"/>
    <w:rsid w:val="008545EB"/>
    <w:rsid w:val="00863F66"/>
    <w:rsid w:val="00865011"/>
    <w:rsid w:val="00886790"/>
    <w:rsid w:val="008908DE"/>
    <w:rsid w:val="008A12ED"/>
    <w:rsid w:val="008A39D3"/>
    <w:rsid w:val="008B2C77"/>
    <w:rsid w:val="008B4AD2"/>
    <w:rsid w:val="008B6B81"/>
    <w:rsid w:val="008B7EF9"/>
    <w:rsid w:val="008D6E75"/>
    <w:rsid w:val="008E260C"/>
    <w:rsid w:val="008E39BE"/>
    <w:rsid w:val="008E62EC"/>
    <w:rsid w:val="008F1237"/>
    <w:rsid w:val="008F32F6"/>
    <w:rsid w:val="00916CD7"/>
    <w:rsid w:val="00920927"/>
    <w:rsid w:val="00921B38"/>
    <w:rsid w:val="009236A6"/>
    <w:rsid w:val="00923720"/>
    <w:rsid w:val="009278C9"/>
    <w:rsid w:val="009527CB"/>
    <w:rsid w:val="00953835"/>
    <w:rsid w:val="00960F6C"/>
    <w:rsid w:val="00965475"/>
    <w:rsid w:val="00970747"/>
    <w:rsid w:val="009A5900"/>
    <w:rsid w:val="009A6E6C"/>
    <w:rsid w:val="009A6F3F"/>
    <w:rsid w:val="009B331A"/>
    <w:rsid w:val="009C2650"/>
    <w:rsid w:val="009D15E2"/>
    <w:rsid w:val="009D15FE"/>
    <w:rsid w:val="009D5D2C"/>
    <w:rsid w:val="009E5425"/>
    <w:rsid w:val="009F0DCC"/>
    <w:rsid w:val="009F11CA"/>
    <w:rsid w:val="009F143F"/>
    <w:rsid w:val="00A0256A"/>
    <w:rsid w:val="00A0695B"/>
    <w:rsid w:val="00A13052"/>
    <w:rsid w:val="00A216A8"/>
    <w:rsid w:val="00A223A6"/>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1388"/>
    <w:rsid w:val="00AF3957"/>
    <w:rsid w:val="00B00C41"/>
    <w:rsid w:val="00B12013"/>
    <w:rsid w:val="00B22C67"/>
    <w:rsid w:val="00B3508F"/>
    <w:rsid w:val="00B443EE"/>
    <w:rsid w:val="00B560C8"/>
    <w:rsid w:val="00B61150"/>
    <w:rsid w:val="00B6245F"/>
    <w:rsid w:val="00B63536"/>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47EF4"/>
    <w:rsid w:val="00C578E9"/>
    <w:rsid w:val="00C70626"/>
    <w:rsid w:val="00C72860"/>
    <w:rsid w:val="00C73B90"/>
    <w:rsid w:val="00C96AF3"/>
    <w:rsid w:val="00C97CCC"/>
    <w:rsid w:val="00CA0274"/>
    <w:rsid w:val="00CB746F"/>
    <w:rsid w:val="00CC451E"/>
    <w:rsid w:val="00CD4E9D"/>
    <w:rsid w:val="00CD4F4D"/>
    <w:rsid w:val="00CE7D19"/>
    <w:rsid w:val="00CF0CF5"/>
    <w:rsid w:val="00CF2B3E"/>
    <w:rsid w:val="00CF5FFB"/>
    <w:rsid w:val="00D0201F"/>
    <w:rsid w:val="00D03685"/>
    <w:rsid w:val="00D07D4E"/>
    <w:rsid w:val="00D11273"/>
    <w:rsid w:val="00D115AA"/>
    <w:rsid w:val="00D145BE"/>
    <w:rsid w:val="00D20C57"/>
    <w:rsid w:val="00D23313"/>
    <w:rsid w:val="00D25D16"/>
    <w:rsid w:val="00D32124"/>
    <w:rsid w:val="00D43E30"/>
    <w:rsid w:val="00D504D9"/>
    <w:rsid w:val="00D54C76"/>
    <w:rsid w:val="00D67712"/>
    <w:rsid w:val="00D71E43"/>
    <w:rsid w:val="00D727F3"/>
    <w:rsid w:val="00D73695"/>
    <w:rsid w:val="00D7627C"/>
    <w:rsid w:val="00D810DE"/>
    <w:rsid w:val="00D87D32"/>
    <w:rsid w:val="00D92C83"/>
    <w:rsid w:val="00DA0A81"/>
    <w:rsid w:val="00DA3C10"/>
    <w:rsid w:val="00DA53B5"/>
    <w:rsid w:val="00DC1D69"/>
    <w:rsid w:val="00DC5A3A"/>
    <w:rsid w:val="00E01B30"/>
    <w:rsid w:val="00E238E6"/>
    <w:rsid w:val="00E35064"/>
    <w:rsid w:val="00E3681D"/>
    <w:rsid w:val="00E36BAD"/>
    <w:rsid w:val="00E501F0"/>
    <w:rsid w:val="00E84DEE"/>
    <w:rsid w:val="00E85913"/>
    <w:rsid w:val="00E91BFF"/>
    <w:rsid w:val="00E92933"/>
    <w:rsid w:val="00EB0AA4"/>
    <w:rsid w:val="00EB5C88"/>
    <w:rsid w:val="00EB706C"/>
    <w:rsid w:val="00EC0469"/>
    <w:rsid w:val="00EE5971"/>
    <w:rsid w:val="00EF01F8"/>
    <w:rsid w:val="00EF40EF"/>
    <w:rsid w:val="00F00AB9"/>
    <w:rsid w:val="00F1480E"/>
    <w:rsid w:val="00F1497D"/>
    <w:rsid w:val="00F16AAC"/>
    <w:rsid w:val="00F2216F"/>
    <w:rsid w:val="00F438FC"/>
    <w:rsid w:val="00F5616F"/>
    <w:rsid w:val="00F56827"/>
    <w:rsid w:val="00F56876"/>
    <w:rsid w:val="00F65EF0"/>
    <w:rsid w:val="00F71651"/>
    <w:rsid w:val="00F76CC6"/>
    <w:rsid w:val="00F83D7C"/>
    <w:rsid w:val="00F856FE"/>
    <w:rsid w:val="00FB232E"/>
    <w:rsid w:val="00FB3040"/>
    <w:rsid w:val="00FD557D"/>
    <w:rsid w:val="00FE0282"/>
    <w:rsid w:val="00FE124D"/>
    <w:rsid w:val="00FE6B68"/>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C6E7D77"/>
  <w15:docId w15:val="{DDCF26F2-5949-452A-9514-1AA74E7AF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556A00"/>
    <w:pPr>
      <w:numPr>
        <w:numId w:val="11"/>
      </w:numPr>
      <w:tabs>
        <w:tab w:val="num" w:pos="360"/>
      </w:tabs>
      <w:spacing w:after="0" w:line="240" w:lineRule="auto"/>
      <w:ind w:left="357" w:hanging="357"/>
    </w:pPr>
    <w:rPr>
      <w:rFonts w:ascii="Arial" w:eastAsia="Calibri" w:hAnsi="Arial" w:cs="Arial"/>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77663983">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dc830442-ffef-460d-aa56-305a1c6966cd"/>
    <ds:schemaRef ds:uri="http://www.w3.org/XML/1998/namespace"/>
    <ds:schemaRef ds:uri="http://purl.org/dc/elements/1.1/"/>
  </ds:schemaRefs>
</ds:datastoreItem>
</file>

<file path=customXml/itemProps3.xml><?xml version="1.0" encoding="utf-8"?>
<ds:datastoreItem xmlns:ds="http://schemas.openxmlformats.org/officeDocument/2006/customXml" ds:itemID="{6F0730A3-7F45-48C6-94EB-16F9AB6FF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778CAF-F85D-44BF-8BC5-AF2257279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28</TotalTime>
  <Pages>4</Pages>
  <Words>1009</Words>
  <Characters>5753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ACMCAS307 Provide companion animal hydro-bathing services</vt:lpstr>
    </vt:vector>
  </TitlesOfParts>
  <Company>AgriFood Skills Australia</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ACMCAS307 Provide companion animal hydro-bathing services</dc:title>
  <dc:creator>eamon cole-flynn</dc:creator>
  <cp:lastModifiedBy>Wayne Jones</cp:lastModifiedBy>
  <cp:revision>9</cp:revision>
  <cp:lastPrinted>2016-05-27T05:21:00Z</cp:lastPrinted>
  <dcterms:created xsi:type="dcterms:W3CDTF">2017-07-13T04:54:00Z</dcterms:created>
  <dcterms:modified xsi:type="dcterms:W3CDTF">2017-08-16T08:17:00Z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